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F258" w14:textId="33013875" w:rsidR="00412B13" w:rsidRDefault="00946023" w:rsidP="00A47063">
      <w:pPr>
        <w:pStyle w:val="Nadpis1neslovan"/>
      </w:pPr>
      <w:r w:rsidRPr="00AB5831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0BF41E37" wp14:editId="1EC89664">
                <wp:simplePos x="0" y="0"/>
                <wp:positionH relativeFrom="column">
                  <wp:posOffset>-1893570</wp:posOffset>
                </wp:positionH>
                <wp:positionV relativeFrom="paragraph">
                  <wp:posOffset>-25400</wp:posOffset>
                </wp:positionV>
                <wp:extent cx="1515600" cy="925200"/>
                <wp:effectExtent l="0" t="0" r="8890" b="825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600" cy="92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EA87D" w14:textId="063B6B99" w:rsidR="00946023" w:rsidRPr="00946023" w:rsidRDefault="00946023" w:rsidP="00946023">
                            <w:pPr>
                              <w:pStyle w:val="Header2"/>
                              <w:rPr>
                                <w:b/>
                              </w:rPr>
                            </w:pPr>
                            <w:r w:rsidRPr="00946023">
                              <w:rPr>
                                <w:b/>
                              </w:rPr>
                              <w:t>Architektonická soutěž</w:t>
                            </w:r>
                          </w:p>
                          <w:p w14:paraId="6C02C329" w14:textId="49D3158F" w:rsidR="00946023" w:rsidRPr="00946023" w:rsidRDefault="00946023" w:rsidP="00946023">
                            <w:pPr>
                              <w:pStyle w:val="Header2"/>
                            </w:pPr>
                          </w:p>
                          <w:p w14:paraId="41EEE74A" w14:textId="5B76DF62" w:rsidR="00946023" w:rsidRPr="00946023" w:rsidRDefault="008B585F" w:rsidP="008B585F">
                            <w:pPr>
                              <w:pStyle w:val="Header2"/>
                            </w:pPr>
                            <w:r w:rsidRPr="008B585F">
                              <w:t>Středočeská vědecká knihovn</w:t>
                            </w:r>
                            <w:r w:rsidR="009F4E1D">
                              <w:t>a</w:t>
                            </w:r>
                            <w:r w:rsidRPr="008B585F">
                              <w:t xml:space="preserve"> v Kladně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1E3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49.1pt;margin-top:-2pt;width:119.35pt;height:72.8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" stroked="f">
                <v:textbox>
                  <w:txbxContent>
                    <w:p w14:paraId="6F2EA87D" w14:textId="063B6B99" w:rsidR="00946023" w:rsidRPr="00946023" w:rsidRDefault="00946023" w:rsidP="00946023">
                      <w:pPr>
                        <w:pStyle w:val="Header2"/>
                        <w:rPr>
                          <w:b/>
                        </w:rPr>
                      </w:pPr>
                      <w:r w:rsidRPr="00946023">
                        <w:rPr>
                          <w:b/>
                        </w:rPr>
                        <w:t>Architektonická soutěž</w:t>
                      </w:r>
                    </w:p>
                    <w:p w14:paraId="6C02C329" w14:textId="49D3158F" w:rsidR="00946023" w:rsidRPr="00946023" w:rsidRDefault="00946023" w:rsidP="00946023">
                      <w:pPr>
                        <w:pStyle w:val="Header2"/>
                      </w:pPr>
                    </w:p>
                    <w:p w14:paraId="41EEE74A" w14:textId="5B76DF62" w:rsidR="00946023" w:rsidRPr="00946023" w:rsidRDefault="008B585F" w:rsidP="008B585F">
                      <w:pPr>
                        <w:pStyle w:val="Header2"/>
                      </w:pPr>
                      <w:r w:rsidRPr="008B585F">
                        <w:t>Středočeská vědecká knihovn</w:t>
                      </w:r>
                      <w:r w:rsidR="009F4E1D">
                        <w:t>a</w:t>
                      </w:r>
                      <w:r w:rsidRPr="008B585F">
                        <w:t xml:space="preserve"> v Kladně</w:t>
                      </w:r>
                    </w:p>
                  </w:txbxContent>
                </v:textbox>
              </v:shape>
            </w:pict>
          </mc:Fallback>
        </mc:AlternateContent>
      </w:r>
      <w:r w:rsidR="00E26D37" w:rsidRPr="00AB5831">
        <w:t>P</w:t>
      </w:r>
      <w:r w:rsidR="00AB5831" w:rsidRPr="00AB5831">
        <w:t>P0</w:t>
      </w:r>
      <w:r w:rsidR="00A94ED0">
        <w:t>1</w:t>
      </w:r>
      <w:r w:rsidR="00E26D37">
        <w:t xml:space="preserve"> </w:t>
      </w:r>
      <w:r w:rsidR="00232B87">
        <w:t>schéma</w:t>
      </w:r>
      <w:r w:rsidR="00A47063" w:rsidRPr="00A47063">
        <w:t xml:space="preserve"> </w:t>
      </w:r>
      <w:r w:rsidR="000808DF">
        <w:t>odevzdání</w:t>
      </w:r>
      <w:r w:rsidR="00A47063" w:rsidRPr="00A47063">
        <w:t xml:space="preserve"> soutěžního návrhu</w:t>
      </w:r>
    </w:p>
    <w:p w14:paraId="55608B1E" w14:textId="77777777" w:rsidR="005D138F" w:rsidRDefault="005D138F" w:rsidP="005D138F">
      <w:pPr>
        <w:pStyle w:val="Nadpis4neslovan"/>
      </w:pPr>
      <w:r>
        <w:t>Elektronická podoba odevzdání</w:t>
      </w:r>
    </w:p>
    <w:p w14:paraId="73C5D8A2" w14:textId="757E9A72" w:rsidR="005D138F" w:rsidRDefault="005D138F" w:rsidP="005D138F">
      <w:pPr>
        <w:spacing w:after="0"/>
      </w:pPr>
      <w:r w:rsidRPr="00D25E48">
        <w:t xml:space="preserve">Účastník podá zadavateli soutěžní návrh v elektronické podobě </w:t>
      </w:r>
      <w:r>
        <w:t xml:space="preserve">ve lhůtě pro odevzdání soutěžního návrhu dle soutěžních podmínek </w:t>
      </w:r>
      <w:r w:rsidRPr="00D25E48">
        <w:t>prostřednictvím elektronického nástroj</w:t>
      </w:r>
      <w:r>
        <w:t>e:</w:t>
      </w:r>
      <w:r w:rsidR="009F4E1D" w:rsidRPr="009F4E1D">
        <w:t xml:space="preserve"> </w:t>
      </w:r>
      <w:hyperlink r:id="rId8" w:history="1">
        <w:r w:rsidR="009F4E1D" w:rsidRPr="00B0596C">
          <w:rPr>
            <w:rStyle w:val="Hypertextovodkaz"/>
          </w:rPr>
          <w:t>https://zakazky.kr-stredocesky.cz/profile_display_154.html</w:t>
        </w:r>
      </w:hyperlink>
      <w:r w:rsidR="009F4E1D">
        <w:t xml:space="preserve"> </w:t>
      </w:r>
    </w:p>
    <w:p w14:paraId="539E89F1" w14:textId="77777777" w:rsidR="00AB5831" w:rsidRPr="00AB5831" w:rsidRDefault="00AB5831" w:rsidP="006A0F19">
      <w:pPr>
        <w:spacing w:after="0"/>
        <w:rPr>
          <w:sz w:val="12"/>
          <w:szCs w:val="16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642"/>
        <w:gridCol w:w="2643"/>
      </w:tblGrid>
      <w:tr w:rsidR="00AB5831" w14:paraId="1049A22D" w14:textId="77777777" w:rsidTr="00AB5831">
        <w:tc>
          <w:tcPr>
            <w:tcW w:w="2642" w:type="dxa"/>
          </w:tcPr>
          <w:p w14:paraId="64982D14" w14:textId="65429EF0" w:rsidR="00AB5831" w:rsidRPr="00AB5831" w:rsidRDefault="00AB5831" w:rsidP="00AB5831">
            <w:pPr>
              <w:pStyle w:val="NormalTab"/>
              <w:rPr>
                <w:b/>
                <w:bCs/>
              </w:rPr>
            </w:pPr>
            <w:r w:rsidRPr="003B5288">
              <w:rPr>
                <w:b/>
                <w:bCs/>
              </w:rPr>
              <w:t>Grafická část</w:t>
            </w:r>
          </w:p>
        </w:tc>
        <w:tc>
          <w:tcPr>
            <w:tcW w:w="2642" w:type="dxa"/>
          </w:tcPr>
          <w:p w14:paraId="3D063AF2" w14:textId="47D83FB8" w:rsidR="00AB5831" w:rsidRPr="00AB5831" w:rsidRDefault="00AB5831" w:rsidP="00AB5831">
            <w:pPr>
              <w:pStyle w:val="NormalTab"/>
              <w:rPr>
                <w:b/>
                <w:bCs/>
              </w:rPr>
            </w:pPr>
            <w:r w:rsidRPr="003B5288">
              <w:rPr>
                <w:b/>
                <w:bCs/>
              </w:rPr>
              <w:t>Textová část</w:t>
            </w:r>
          </w:p>
        </w:tc>
        <w:tc>
          <w:tcPr>
            <w:tcW w:w="2643" w:type="dxa"/>
          </w:tcPr>
          <w:p w14:paraId="33103839" w14:textId="77777777" w:rsidR="00AB5831" w:rsidRDefault="00AB5831" w:rsidP="00D25E48"/>
        </w:tc>
      </w:tr>
      <w:tr w:rsidR="00AB5831" w14:paraId="71BE4EFA" w14:textId="77777777" w:rsidTr="00AB5831">
        <w:tc>
          <w:tcPr>
            <w:tcW w:w="2642" w:type="dxa"/>
          </w:tcPr>
          <w:p w14:paraId="73DF460D" w14:textId="583022A9" w:rsidR="00AB5831" w:rsidRDefault="00AB5831" w:rsidP="00D25E48"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91007" behindDoc="0" locked="0" layoutInCell="1" allowOverlap="1" wp14:anchorId="49AE9EE9" wp14:editId="5B36BCF5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231775</wp:posOffset>
                      </wp:positionV>
                      <wp:extent cx="815340" cy="695325"/>
                      <wp:effectExtent l="0" t="0" r="22860" b="28575"/>
                      <wp:wrapSquare wrapText="bothSides"/>
                      <wp:docPr id="63938646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534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D4F7B7" w14:textId="18B52C35" w:rsidR="00AB5831" w:rsidRDefault="00701B5D" w:rsidP="00AB5831">
                                  <w:r>
                                    <w:t>3</w:t>
                                  </w:r>
                                  <w:r w:rsidR="00AB5831">
                                    <w:t xml:space="preserve">x </w:t>
                                  </w:r>
                                  <w:proofErr w:type="spellStart"/>
                                  <w:r w:rsidR="00AB5831">
                                    <w:t>pdf</w:t>
                                  </w:r>
                                  <w:proofErr w:type="spellEnd"/>
                                  <w:r w:rsidR="00F82F37">
                                    <w:t xml:space="preserve"> a</w:t>
                                  </w:r>
                                </w:p>
                                <w:p w14:paraId="5FDDEE4E" w14:textId="53D54D85" w:rsidR="00F82F37" w:rsidRDefault="00F82F37" w:rsidP="00AB5831">
                                  <w:r>
                                    <w:t>3x jpg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9EE9" id="_x0000_s1027" type="#_x0000_t202" style="position:absolute;margin-left:-.55pt;margin-top:18.25pt;width:64.2pt;height:54.75pt;z-index:25169100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">
                      <v:textbox>
                        <w:txbxContent>
                          <w:p w14:paraId="6FD4F7B7" w14:textId="18B52C35" w:rsidR="00AB5831" w:rsidRDefault="00701B5D" w:rsidP="00AB5831">
                            <w:r>
                              <w:t>3</w:t>
                            </w:r>
                            <w:r w:rsidR="00AB5831">
                              <w:t xml:space="preserve">x </w:t>
                            </w:r>
                            <w:proofErr w:type="spellStart"/>
                            <w:r w:rsidR="00AB5831">
                              <w:t>pdf</w:t>
                            </w:r>
                            <w:proofErr w:type="spellEnd"/>
                            <w:r w:rsidR="00F82F37">
                              <w:t xml:space="preserve"> a</w:t>
                            </w:r>
                          </w:p>
                          <w:p w14:paraId="5FDDEE4E" w14:textId="53D54D85" w:rsidR="00F82F37" w:rsidRDefault="00F82F37" w:rsidP="00AB5831">
                            <w:r>
                              <w:t>3x jpg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42" w:type="dxa"/>
          </w:tcPr>
          <w:p w14:paraId="578F5948" w14:textId="5E2161F8" w:rsidR="00AB5831" w:rsidRDefault="00AB5831" w:rsidP="00D25E48"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93055" behindDoc="0" locked="0" layoutInCell="1" allowOverlap="1" wp14:anchorId="41B86277" wp14:editId="5A63606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231775</wp:posOffset>
                      </wp:positionV>
                      <wp:extent cx="861060" cy="695325"/>
                      <wp:effectExtent l="0" t="0" r="15240" b="28575"/>
                      <wp:wrapSquare wrapText="bothSides"/>
                      <wp:docPr id="1834765586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106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1B0DEA" w14:textId="5B757770" w:rsidR="00F82F37" w:rsidRDefault="00F82F37" w:rsidP="00F82F37">
                                  <w:pPr>
                                    <w:pStyle w:val="NormalTab"/>
                                    <w:spacing w:after="0"/>
                                  </w:pPr>
                                  <w:proofErr w:type="spellStart"/>
                                  <w:r>
                                    <w:t>p</w:t>
                                  </w:r>
                                  <w:r w:rsidR="00AB5831">
                                    <w:t>df</w:t>
                                  </w:r>
                                  <w:proofErr w:type="spellEnd"/>
                                  <w:r>
                                    <w:t xml:space="preserve"> a doc/</w:t>
                                  </w:r>
                                  <w:proofErr w:type="spellStart"/>
                                  <w:r>
                                    <w:t>docx</w:t>
                                  </w:r>
                                  <w:proofErr w:type="spellEnd"/>
                                  <w:r>
                                    <w:t xml:space="preserve"> a</w:t>
                                  </w:r>
                                </w:p>
                                <w:p w14:paraId="1DA90BE5" w14:textId="2176C61A" w:rsidR="00F82F37" w:rsidRPr="00F82F37" w:rsidRDefault="00F82F37" w:rsidP="00F82F37">
                                  <w:proofErr w:type="spellStart"/>
                                  <w:r w:rsidRPr="00F82F37">
                                    <w:t>xls</w:t>
                                  </w:r>
                                  <w:proofErr w:type="spellEnd"/>
                                  <w:r w:rsidRPr="00F82F37">
                                    <w:t>/</w:t>
                                  </w:r>
                                  <w:proofErr w:type="spellStart"/>
                                  <w:r w:rsidRPr="00F82F37">
                                    <w:t>xlsx</w:t>
                                  </w:r>
                                  <w:proofErr w:type="spellEnd"/>
                                </w:p>
                                <w:p w14:paraId="793A0922" w14:textId="77777777" w:rsidR="00F82F37" w:rsidRPr="00F82F37" w:rsidRDefault="00F82F37" w:rsidP="00F82F37">
                                  <w:r w:rsidRPr="00F82F37">
                                    <w:t>.</w:t>
                                  </w:r>
                                  <w:proofErr w:type="spellStart"/>
                                  <w:r w:rsidRPr="00F82F37">
                                    <w:t>xls</w:t>
                                  </w:r>
                                  <w:proofErr w:type="spellEnd"/>
                                  <w:r w:rsidRPr="00F82F37">
                                    <w:t>/.</w:t>
                                  </w:r>
                                  <w:proofErr w:type="spellStart"/>
                                  <w:r w:rsidRPr="00F82F37">
                                    <w:t>xlsx</w:t>
                                  </w:r>
                                  <w:proofErr w:type="spellEnd"/>
                                  <w:r w:rsidRPr="00F82F37">
                                    <w:t xml:space="preserve"> </w:t>
                                  </w:r>
                                </w:p>
                                <w:p w14:paraId="427D5F5A" w14:textId="77777777" w:rsidR="00F82F37" w:rsidRPr="00F82F37" w:rsidRDefault="00F82F37" w:rsidP="00F82F37"/>
                                <w:p w14:paraId="0428A9E7" w14:textId="45F1A9B1" w:rsidR="00AB5831" w:rsidRDefault="00AB5831" w:rsidP="00AB5831"/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86277" id="_x0000_s1028" type="#_x0000_t202" style="position:absolute;margin-left:-.65pt;margin-top:18.25pt;width:67.8pt;height:54.75pt;z-index:2516930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">
                      <v:textbox>
                        <w:txbxContent>
                          <w:p w14:paraId="411B0DEA" w14:textId="5B757770" w:rsidR="00F82F37" w:rsidRDefault="00F82F37" w:rsidP="00F82F37">
                            <w:pPr>
                              <w:pStyle w:val="NormalTab"/>
                              <w:spacing w:after="0"/>
                            </w:pPr>
                            <w:proofErr w:type="spellStart"/>
                            <w:r>
                              <w:t>p</w:t>
                            </w:r>
                            <w:r w:rsidR="00AB5831">
                              <w:t>df</w:t>
                            </w:r>
                            <w:proofErr w:type="spellEnd"/>
                            <w:r>
                              <w:t xml:space="preserve"> a doc/</w:t>
                            </w:r>
                            <w:proofErr w:type="spellStart"/>
                            <w:r>
                              <w:t>docx</w:t>
                            </w:r>
                            <w:proofErr w:type="spellEnd"/>
                            <w:r>
                              <w:t xml:space="preserve"> a</w:t>
                            </w:r>
                          </w:p>
                          <w:p w14:paraId="1DA90BE5" w14:textId="2176C61A" w:rsidR="00F82F37" w:rsidRPr="00F82F37" w:rsidRDefault="00F82F37" w:rsidP="00F82F37">
                            <w:proofErr w:type="spellStart"/>
                            <w:r w:rsidRPr="00F82F37">
                              <w:t>xls</w:t>
                            </w:r>
                            <w:proofErr w:type="spellEnd"/>
                            <w:r w:rsidRPr="00F82F37">
                              <w:t>/</w:t>
                            </w:r>
                            <w:proofErr w:type="spellStart"/>
                            <w:r w:rsidRPr="00F82F37">
                              <w:t>xlsx</w:t>
                            </w:r>
                            <w:proofErr w:type="spellEnd"/>
                          </w:p>
                          <w:p w14:paraId="793A0922" w14:textId="77777777" w:rsidR="00F82F37" w:rsidRPr="00F82F37" w:rsidRDefault="00F82F37" w:rsidP="00F82F37">
                            <w:r w:rsidRPr="00F82F37">
                              <w:t>.</w:t>
                            </w:r>
                            <w:proofErr w:type="spellStart"/>
                            <w:r w:rsidRPr="00F82F37">
                              <w:t>xls</w:t>
                            </w:r>
                            <w:proofErr w:type="spellEnd"/>
                            <w:r w:rsidRPr="00F82F37">
                              <w:t>/.</w:t>
                            </w:r>
                            <w:proofErr w:type="spellStart"/>
                            <w:r w:rsidRPr="00F82F37">
                              <w:t>xlsx</w:t>
                            </w:r>
                            <w:proofErr w:type="spellEnd"/>
                            <w:r w:rsidRPr="00F82F37">
                              <w:t xml:space="preserve"> </w:t>
                            </w:r>
                          </w:p>
                          <w:p w14:paraId="427D5F5A" w14:textId="77777777" w:rsidR="00F82F37" w:rsidRPr="00F82F37" w:rsidRDefault="00F82F37" w:rsidP="00F82F37"/>
                          <w:p w14:paraId="0428A9E7" w14:textId="45F1A9B1" w:rsidR="00AB5831" w:rsidRDefault="00AB5831" w:rsidP="00AB583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43" w:type="dxa"/>
          </w:tcPr>
          <w:p w14:paraId="31610309" w14:textId="77777777" w:rsidR="00AB5831" w:rsidRDefault="00AB5831" w:rsidP="00D25E48"/>
        </w:tc>
      </w:tr>
      <w:tr w:rsidR="00AB5831" w14:paraId="1B1D2C96" w14:textId="77777777" w:rsidTr="00AB5831">
        <w:tc>
          <w:tcPr>
            <w:tcW w:w="2642" w:type="dxa"/>
          </w:tcPr>
          <w:p w14:paraId="2CE8BD70" w14:textId="00591217" w:rsidR="00AB5831" w:rsidRDefault="00AB5831" w:rsidP="00D25E48">
            <w:pPr>
              <w:pStyle w:val="Seznamsodrkami"/>
            </w:pPr>
            <w:r>
              <w:t xml:space="preserve">grafická část (vektor .pdf a </w:t>
            </w:r>
            <w:r w:rsidR="00FF3DC0">
              <w:t xml:space="preserve">rastr .jpg rozlišení </w:t>
            </w:r>
            <w:r w:rsidR="00FF3DC0" w:rsidRPr="00FF3DC0">
              <w:t>200 DPI</w:t>
            </w:r>
            <w:r w:rsidR="00FF3DC0">
              <w:t xml:space="preserve">) </w:t>
            </w:r>
            <w:r>
              <w:t xml:space="preserve">– vzor </w:t>
            </w:r>
            <w:r w:rsidRPr="00465AF3">
              <w:rPr>
                <w:b/>
                <w:bCs/>
              </w:rPr>
              <w:t>PP01</w:t>
            </w:r>
          </w:p>
        </w:tc>
        <w:tc>
          <w:tcPr>
            <w:tcW w:w="2642" w:type="dxa"/>
          </w:tcPr>
          <w:p w14:paraId="3183182B" w14:textId="302CF586" w:rsidR="00AB5831" w:rsidRPr="00F82F37" w:rsidRDefault="00AB5831" w:rsidP="00AB5831">
            <w:pPr>
              <w:pStyle w:val="Seznamsodrkami"/>
            </w:pPr>
            <w:r>
              <w:t xml:space="preserve">textová část </w:t>
            </w:r>
            <w:r w:rsidR="00FF3DC0">
              <w:t>(</w:t>
            </w:r>
            <w:r w:rsidR="00FF3DC0" w:rsidRPr="00FF3DC0">
              <w:t>.pdf a doc/.docx</w:t>
            </w:r>
            <w:r w:rsidR="00FF3DC0">
              <w:t xml:space="preserve">) </w:t>
            </w:r>
            <w:r>
              <w:t xml:space="preserve">– vzor </w:t>
            </w:r>
            <w:r w:rsidRPr="00465AF3">
              <w:rPr>
                <w:b/>
                <w:bCs/>
              </w:rPr>
              <w:t>PP01</w:t>
            </w:r>
          </w:p>
          <w:p w14:paraId="77B84BD3" w14:textId="56D1BC2B" w:rsidR="00AB5831" w:rsidRDefault="00AB5831" w:rsidP="00A3245C">
            <w:pPr>
              <w:pStyle w:val="Seznamsodrkami"/>
              <w:numPr>
                <w:ilvl w:val="0"/>
                <w:numId w:val="0"/>
              </w:numPr>
              <w:ind w:left="425"/>
            </w:pPr>
          </w:p>
        </w:tc>
        <w:tc>
          <w:tcPr>
            <w:tcW w:w="2643" w:type="dxa"/>
          </w:tcPr>
          <w:p w14:paraId="7441CB32" w14:textId="77777777" w:rsidR="00AB5831" w:rsidRDefault="00AB5831" w:rsidP="00D25E48"/>
        </w:tc>
      </w:tr>
      <w:tr w:rsidR="00AB5831" w14:paraId="683417FC" w14:textId="77777777" w:rsidTr="00AB5831">
        <w:tc>
          <w:tcPr>
            <w:tcW w:w="2642" w:type="dxa"/>
          </w:tcPr>
          <w:p w14:paraId="49442DDD" w14:textId="5AB009BA" w:rsidR="00AB5831" w:rsidRDefault="00AB5831" w:rsidP="00D25E48">
            <w:r w:rsidRPr="003B5288">
              <w:rPr>
                <w:b/>
                <w:bCs/>
              </w:rPr>
              <w:t>Další součásti návrhu</w:t>
            </w:r>
          </w:p>
        </w:tc>
        <w:tc>
          <w:tcPr>
            <w:tcW w:w="2642" w:type="dxa"/>
          </w:tcPr>
          <w:p w14:paraId="57A05A0A" w14:textId="77777777" w:rsidR="00AB5831" w:rsidRDefault="00AB5831" w:rsidP="00D25E48"/>
        </w:tc>
        <w:tc>
          <w:tcPr>
            <w:tcW w:w="2643" w:type="dxa"/>
          </w:tcPr>
          <w:p w14:paraId="3DAB1AE8" w14:textId="77777777" w:rsidR="00AB5831" w:rsidRDefault="00AB5831" w:rsidP="00D25E48"/>
        </w:tc>
      </w:tr>
      <w:tr w:rsidR="00AB5831" w14:paraId="58AA46D3" w14:textId="77777777" w:rsidTr="00AB5831">
        <w:tc>
          <w:tcPr>
            <w:tcW w:w="2642" w:type="dxa"/>
          </w:tcPr>
          <w:p w14:paraId="3189195B" w14:textId="41E3C4F9" w:rsidR="00AB5831" w:rsidRDefault="00AB5831" w:rsidP="00D25E48"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95103" behindDoc="0" locked="0" layoutInCell="1" allowOverlap="1" wp14:anchorId="5A08493D" wp14:editId="0AEE9FA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236855</wp:posOffset>
                      </wp:positionV>
                      <wp:extent cx="704850" cy="695325"/>
                      <wp:effectExtent l="0" t="0" r="19050" b="28575"/>
                      <wp:wrapSquare wrapText="bothSides"/>
                      <wp:docPr id="2020609338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832A2D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proofErr w:type="spellStart"/>
                                  <w:r>
                                    <w:t>pdf</w:t>
                                  </w:r>
                                  <w:proofErr w:type="spellEnd"/>
                                </w:p>
                                <w:p w14:paraId="47F5CAD4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a</w:t>
                                  </w:r>
                                </w:p>
                                <w:p w14:paraId="3B72EF9F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doc/docx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8493D" id="_x0000_s1029" type="#_x0000_t202" style="position:absolute;margin-left:-.5pt;margin-top:18.65pt;width:55.5pt;height:54.75pt;z-index:25169510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">
                      <v:textbox>
                        <w:txbxContent>
                          <w:p w14:paraId="49832A2D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proofErr w:type="spellStart"/>
                            <w:r>
                              <w:t>pdf</w:t>
                            </w:r>
                            <w:proofErr w:type="spellEnd"/>
                          </w:p>
                          <w:p w14:paraId="47F5CAD4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a</w:t>
                            </w:r>
                          </w:p>
                          <w:p w14:paraId="3B72EF9F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doc/docx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42" w:type="dxa"/>
          </w:tcPr>
          <w:p w14:paraId="739E86BB" w14:textId="4E7EEB5A" w:rsidR="00AB5831" w:rsidRDefault="00AB5831" w:rsidP="00D25E48"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97151" behindDoc="0" locked="0" layoutInCell="1" allowOverlap="1" wp14:anchorId="7617BDB3" wp14:editId="07D56C5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236855</wp:posOffset>
                      </wp:positionV>
                      <wp:extent cx="704850" cy="695325"/>
                      <wp:effectExtent l="0" t="0" r="19050" b="28575"/>
                      <wp:wrapSquare wrapText="bothSides"/>
                      <wp:docPr id="1759129628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42BA95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proofErr w:type="spellStart"/>
                                  <w:r>
                                    <w:t>pdf</w:t>
                                  </w:r>
                                  <w:proofErr w:type="spellEnd"/>
                                </w:p>
                                <w:p w14:paraId="1CFCE369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a</w:t>
                                  </w:r>
                                </w:p>
                                <w:p w14:paraId="2CAD0199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doc/docx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7BDB3" id="_x0000_s1030" type="#_x0000_t202" style="position:absolute;margin-left:-.6pt;margin-top:18.65pt;width:55.5pt;height:54.75pt;z-index:2516971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">
                      <v:textbox>
                        <w:txbxContent>
                          <w:p w14:paraId="6A42BA95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proofErr w:type="spellStart"/>
                            <w:r>
                              <w:t>pdf</w:t>
                            </w:r>
                            <w:proofErr w:type="spellEnd"/>
                          </w:p>
                          <w:p w14:paraId="1CFCE369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a</w:t>
                            </w:r>
                          </w:p>
                          <w:p w14:paraId="2CAD0199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doc/docx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43" w:type="dxa"/>
          </w:tcPr>
          <w:p w14:paraId="23A3A980" w14:textId="3A5FA2B6" w:rsidR="00AB5831" w:rsidRDefault="00AB5831" w:rsidP="00D25E48"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99199" behindDoc="0" locked="0" layoutInCell="1" allowOverlap="1" wp14:anchorId="01F1F551" wp14:editId="3A5CC5B2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236855</wp:posOffset>
                      </wp:positionV>
                      <wp:extent cx="704850" cy="695325"/>
                      <wp:effectExtent l="0" t="0" r="19050" b="28575"/>
                      <wp:wrapSquare wrapText="bothSides"/>
                      <wp:docPr id="1872201515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75394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proofErr w:type="spellStart"/>
                                  <w:r>
                                    <w:t>pdf</w:t>
                                  </w:r>
                                  <w:proofErr w:type="spellEnd"/>
                                </w:p>
                                <w:p w14:paraId="0C9E30DB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a</w:t>
                                  </w:r>
                                </w:p>
                                <w:p w14:paraId="2BC4FE1A" w14:textId="77777777" w:rsidR="00AB5831" w:rsidRDefault="00AB5831" w:rsidP="00AB5831">
                                  <w:pPr>
                                    <w:pStyle w:val="NormalTab"/>
                                    <w:spacing w:after="0"/>
                                  </w:pPr>
                                  <w:r>
                                    <w:t>doc/docx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1F551" id="_x0000_s1031" type="#_x0000_t202" style="position:absolute;margin-left:.05pt;margin-top:18.65pt;width:55.5pt;height:54.75pt;z-index:2516991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">
                      <v:textbox>
                        <w:txbxContent>
                          <w:p w14:paraId="32875394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proofErr w:type="spellStart"/>
                            <w:r>
                              <w:t>pdf</w:t>
                            </w:r>
                            <w:proofErr w:type="spellEnd"/>
                          </w:p>
                          <w:p w14:paraId="0C9E30DB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a</w:t>
                            </w:r>
                          </w:p>
                          <w:p w14:paraId="2BC4FE1A" w14:textId="77777777" w:rsidR="00AB5831" w:rsidRDefault="00AB5831" w:rsidP="00AB5831">
                            <w:pPr>
                              <w:pStyle w:val="NormalTab"/>
                              <w:spacing w:after="0"/>
                            </w:pPr>
                            <w:r>
                              <w:t>doc/docx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AB5831" w14:paraId="44E52810" w14:textId="77777777" w:rsidTr="00AB5831">
        <w:tc>
          <w:tcPr>
            <w:tcW w:w="2642" w:type="dxa"/>
          </w:tcPr>
          <w:p w14:paraId="1D874CAF" w14:textId="77777777" w:rsidR="00AB5831" w:rsidRDefault="00AB5831" w:rsidP="00AB5831">
            <w:pPr>
              <w:pStyle w:val="Seznamsodrkami"/>
            </w:pPr>
            <w:r w:rsidRPr="0040769C">
              <w:t>vyplněný</w:t>
            </w:r>
            <w:r>
              <w:t xml:space="preserve"> </w:t>
            </w:r>
            <w:r w:rsidRPr="0040769C">
              <w:t xml:space="preserve">a podepsaný dokument „autor a kontakt“ </w:t>
            </w:r>
            <w:r>
              <w:t xml:space="preserve">(.pdf a .doc/.docx) – </w:t>
            </w:r>
            <w:r w:rsidRPr="001C43EC">
              <w:t xml:space="preserve">vzor </w:t>
            </w:r>
            <w:r w:rsidRPr="00465AF3">
              <w:rPr>
                <w:b/>
                <w:bCs/>
              </w:rPr>
              <w:t>PP02</w:t>
            </w:r>
          </w:p>
          <w:p w14:paraId="176BF6C1" w14:textId="77777777" w:rsidR="00AB5831" w:rsidRDefault="00AB5831" w:rsidP="00D25E48"/>
        </w:tc>
        <w:tc>
          <w:tcPr>
            <w:tcW w:w="2642" w:type="dxa"/>
          </w:tcPr>
          <w:p w14:paraId="09F8F862" w14:textId="77777777" w:rsidR="00AB5831" w:rsidRPr="00465AF3" w:rsidRDefault="00AB5831" w:rsidP="00AB5831">
            <w:pPr>
              <w:pStyle w:val="Seznamsodrkami"/>
            </w:pPr>
            <w:r w:rsidRPr="00465AF3">
              <w:t xml:space="preserve">vyplněný a podepsaný dokument „čestné prohlášení“ (.pdf a .doc/.docx) – vzor </w:t>
            </w:r>
            <w:r w:rsidRPr="00465AF3">
              <w:rPr>
                <w:b/>
                <w:bCs/>
              </w:rPr>
              <w:t>PP03</w:t>
            </w:r>
          </w:p>
          <w:p w14:paraId="23E60562" w14:textId="77777777" w:rsidR="00AB5831" w:rsidRPr="00465AF3" w:rsidRDefault="00AB5831" w:rsidP="00D25E48"/>
        </w:tc>
        <w:tc>
          <w:tcPr>
            <w:tcW w:w="2643" w:type="dxa"/>
          </w:tcPr>
          <w:p w14:paraId="4A694E14" w14:textId="1F40638F" w:rsidR="00AB5831" w:rsidRPr="00465AF3" w:rsidRDefault="00AB5831" w:rsidP="00AB5831">
            <w:pPr>
              <w:pStyle w:val="Seznamsodrkami"/>
            </w:pPr>
            <w:r w:rsidRPr="00465AF3">
              <w:t xml:space="preserve">vyplněný </w:t>
            </w:r>
            <w:r w:rsidR="00FF3DC0">
              <w:t xml:space="preserve">a podepsaný </w:t>
            </w:r>
            <w:r w:rsidRPr="00465AF3">
              <w:t xml:space="preserve">dokument „nezávazná nabídková cena za plnění následné zakázky“ (.pdf </w:t>
            </w:r>
            <w:r w:rsidR="00FF3DC0" w:rsidRPr="00465AF3">
              <w:t xml:space="preserve">a </w:t>
            </w:r>
            <w:r w:rsidR="00FF3DC0">
              <w:t>.</w:t>
            </w:r>
            <w:r w:rsidRPr="00465AF3">
              <w:t xml:space="preserve">doc/.docx) – vzor </w:t>
            </w:r>
            <w:r w:rsidRPr="00465AF3">
              <w:rPr>
                <w:b/>
                <w:bCs/>
              </w:rPr>
              <w:t>PP04</w:t>
            </w:r>
          </w:p>
        </w:tc>
      </w:tr>
      <w:tr w:rsidR="009F4E1D" w14:paraId="15C2AF54" w14:textId="77777777" w:rsidTr="00AB5831">
        <w:tc>
          <w:tcPr>
            <w:tcW w:w="2642" w:type="dxa"/>
          </w:tcPr>
          <w:p w14:paraId="1FFF2DC2" w14:textId="50E4DD48" w:rsidR="009F4E1D" w:rsidRPr="0040769C" w:rsidRDefault="009F4E1D" w:rsidP="009F4E1D">
            <w:pPr>
              <w:pStyle w:val="Seznamsodrkami"/>
              <w:numPr>
                <w:ilvl w:val="0"/>
                <w:numId w:val="0"/>
              </w:numPr>
              <w:ind w:left="425" w:hanging="425"/>
            </w:pPr>
            <w:r w:rsidRPr="003B5288">
              <w:rPr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701247" behindDoc="0" locked="0" layoutInCell="1" allowOverlap="1" wp14:anchorId="7709EE0B" wp14:editId="55B448F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221615</wp:posOffset>
                      </wp:positionV>
                      <wp:extent cx="704850" cy="695325"/>
                      <wp:effectExtent l="0" t="0" r="19050" b="28575"/>
                      <wp:wrapSquare wrapText="bothSides"/>
                      <wp:docPr id="154716653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2B9AF8" w14:textId="3F031EB6" w:rsidR="009F4E1D" w:rsidRDefault="009F4E1D" w:rsidP="009F4E1D">
                                  <w:pPr>
                                    <w:pStyle w:val="NormalTab"/>
                                    <w:spacing w:after="0"/>
                                  </w:pPr>
                                  <w:proofErr w:type="spellStart"/>
                                  <w:r>
                                    <w:t>xls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xlsx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9EE0B" id="_x0000_s1032" type="#_x0000_t202" style="position:absolute;left:0;text-align:left;margin-left:-.5pt;margin-top:17.45pt;width:55.5pt;height:54.75pt;z-index:251701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">
                      <v:textbox>
                        <w:txbxContent>
                          <w:p w14:paraId="112B9AF8" w14:textId="3F031EB6" w:rsidR="009F4E1D" w:rsidRDefault="009F4E1D" w:rsidP="009F4E1D">
                            <w:pPr>
                              <w:pStyle w:val="NormalTab"/>
                              <w:spacing w:after="0"/>
                            </w:pPr>
                            <w:proofErr w:type="spellStart"/>
                            <w:r>
                              <w:t>xls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>
                              <w:t>xlsx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642" w:type="dxa"/>
          </w:tcPr>
          <w:p w14:paraId="1B8B1E5B" w14:textId="77777777" w:rsidR="009F4E1D" w:rsidRPr="00465AF3" w:rsidRDefault="009F4E1D" w:rsidP="009F4E1D">
            <w:pPr>
              <w:pStyle w:val="Seznamsodrkami"/>
              <w:numPr>
                <w:ilvl w:val="0"/>
                <w:numId w:val="0"/>
              </w:numPr>
              <w:ind w:left="425"/>
            </w:pPr>
          </w:p>
        </w:tc>
        <w:tc>
          <w:tcPr>
            <w:tcW w:w="2643" w:type="dxa"/>
          </w:tcPr>
          <w:p w14:paraId="43184959" w14:textId="77777777" w:rsidR="009F4E1D" w:rsidRPr="00465AF3" w:rsidRDefault="009F4E1D" w:rsidP="009F4E1D">
            <w:pPr>
              <w:pStyle w:val="Seznamsodrkami"/>
              <w:numPr>
                <w:ilvl w:val="0"/>
                <w:numId w:val="0"/>
              </w:numPr>
              <w:ind w:left="425"/>
            </w:pPr>
          </w:p>
        </w:tc>
      </w:tr>
      <w:tr w:rsidR="009F4E1D" w14:paraId="0BB02269" w14:textId="77777777" w:rsidTr="00324B77">
        <w:trPr>
          <w:trHeight w:val="652"/>
        </w:trPr>
        <w:tc>
          <w:tcPr>
            <w:tcW w:w="2642" w:type="dxa"/>
          </w:tcPr>
          <w:p w14:paraId="3E33CB08" w14:textId="6DE164D2" w:rsidR="009F4E1D" w:rsidRPr="0040769C" w:rsidRDefault="009F4E1D" w:rsidP="00AB5831">
            <w:pPr>
              <w:pStyle w:val="Seznamsodrkami"/>
            </w:pPr>
            <w:r w:rsidRPr="00A50AF9">
              <w:t>vyplněná tabulka bilancí (.</w:t>
            </w:r>
            <w:proofErr w:type="spellStart"/>
            <w:r w:rsidRPr="00A50AF9">
              <w:t>xls</w:t>
            </w:r>
            <w:proofErr w:type="spellEnd"/>
            <w:r w:rsidRPr="00A50AF9">
              <w:t>/.</w:t>
            </w:r>
            <w:proofErr w:type="spellStart"/>
            <w:r w:rsidRPr="00A50AF9">
              <w:t>xlsx</w:t>
            </w:r>
            <w:proofErr w:type="spellEnd"/>
            <w:r w:rsidRPr="00A50AF9">
              <w:t xml:space="preserve">) – vzor </w:t>
            </w:r>
            <w:r w:rsidRPr="00A50AF9">
              <w:rPr>
                <w:b/>
                <w:bCs/>
              </w:rPr>
              <w:t>PP05</w:t>
            </w:r>
          </w:p>
        </w:tc>
        <w:tc>
          <w:tcPr>
            <w:tcW w:w="2642" w:type="dxa"/>
          </w:tcPr>
          <w:p w14:paraId="6400D5A2" w14:textId="77777777" w:rsidR="009F4E1D" w:rsidRPr="00465AF3" w:rsidRDefault="009F4E1D" w:rsidP="009F4E1D">
            <w:pPr>
              <w:pStyle w:val="Seznamsodrkami"/>
              <w:numPr>
                <w:ilvl w:val="0"/>
                <w:numId w:val="0"/>
              </w:numPr>
              <w:ind w:left="425"/>
            </w:pPr>
          </w:p>
        </w:tc>
        <w:tc>
          <w:tcPr>
            <w:tcW w:w="2643" w:type="dxa"/>
          </w:tcPr>
          <w:p w14:paraId="0F109EFE" w14:textId="77777777" w:rsidR="009F4E1D" w:rsidRPr="00465AF3" w:rsidRDefault="009F4E1D" w:rsidP="009F4E1D">
            <w:pPr>
              <w:pStyle w:val="Seznamsodrkami"/>
              <w:numPr>
                <w:ilvl w:val="0"/>
                <w:numId w:val="0"/>
              </w:numPr>
              <w:ind w:left="425"/>
            </w:pPr>
          </w:p>
        </w:tc>
      </w:tr>
    </w:tbl>
    <w:p w14:paraId="1059E6E1" w14:textId="661DEA62" w:rsidR="005D138F" w:rsidRDefault="005D138F" w:rsidP="005D138F">
      <w:pPr>
        <w:pStyle w:val="Nadpis4neslovan"/>
      </w:pPr>
      <w:r>
        <w:t>Fyzická podoba odevzdání</w:t>
      </w:r>
    </w:p>
    <w:p w14:paraId="0DA3B9FF" w14:textId="277E176F" w:rsidR="0040769C" w:rsidRDefault="000808DF" w:rsidP="00E666E5">
      <w:r w:rsidRPr="0040769C">
        <w:t xml:space="preserve">Účastník podá </w:t>
      </w:r>
      <w:r>
        <w:t>z</w:t>
      </w:r>
      <w:r w:rsidRPr="0040769C">
        <w:t xml:space="preserve">adavateli </w:t>
      </w:r>
      <w:r>
        <w:t xml:space="preserve">grafickou část </w:t>
      </w:r>
      <w:r w:rsidRPr="0040769C">
        <w:t>soutěžní</w:t>
      </w:r>
      <w:r>
        <w:t>ho</w:t>
      </w:r>
      <w:r w:rsidRPr="0040769C">
        <w:t xml:space="preserve"> návrh</w:t>
      </w:r>
      <w:r>
        <w:t>u</w:t>
      </w:r>
      <w:r w:rsidRPr="0040769C">
        <w:t xml:space="preserve"> ve fyzické podobě</w:t>
      </w:r>
      <w:r w:rsidRPr="005D138F">
        <w:t xml:space="preserve"> ve lhůtě pro odevzdání soutěžního návrhu dle soutěžních podmínek</w:t>
      </w:r>
      <w:r w:rsidRPr="0040769C">
        <w:t xml:space="preserve"> na adresu:</w:t>
      </w:r>
    </w:p>
    <w:p w14:paraId="5C90D82A" w14:textId="5BAC0C57" w:rsidR="00E666E5" w:rsidRPr="00A1364B" w:rsidRDefault="009F4E1D" w:rsidP="00E666E5">
      <w:pPr>
        <w:spacing w:after="0"/>
        <w:rPr>
          <w:b/>
          <w:bCs/>
        </w:rPr>
      </w:pPr>
      <w:r w:rsidRPr="00A1364B">
        <w:rPr>
          <w:b/>
          <w:bCs/>
        </w:rPr>
        <w:t>Středočeská vědecká knihovna v Kladně</w:t>
      </w:r>
      <w:r w:rsidR="00FB4B66" w:rsidRPr="00A1364B">
        <w:rPr>
          <w:b/>
          <w:bCs/>
        </w:rPr>
        <w:t>,</w:t>
      </w:r>
      <w:r w:rsidR="00E666E5" w:rsidRPr="00A1364B">
        <w:rPr>
          <w:b/>
          <w:bCs/>
        </w:rPr>
        <w:t xml:space="preserve"> </w:t>
      </w:r>
      <w:r w:rsidRPr="00A1364B">
        <w:rPr>
          <w:b/>
          <w:bCs/>
        </w:rPr>
        <w:t xml:space="preserve">Gen. </w:t>
      </w:r>
      <w:proofErr w:type="spellStart"/>
      <w:r w:rsidRPr="00A1364B">
        <w:rPr>
          <w:b/>
          <w:bCs/>
        </w:rPr>
        <w:t>Klapálka</w:t>
      </w:r>
      <w:proofErr w:type="spellEnd"/>
      <w:r w:rsidRPr="00A1364B">
        <w:rPr>
          <w:b/>
          <w:bCs/>
        </w:rPr>
        <w:t xml:space="preserve"> 1641, 272 01 Kladno (</w:t>
      </w:r>
      <w:r w:rsidR="00A1364B" w:rsidRPr="00A1364B">
        <w:rPr>
          <w:b/>
          <w:bCs/>
        </w:rPr>
        <w:t>pult návrat/výdej v přízemí budovy</w:t>
      </w:r>
      <w:r w:rsidRPr="00A1364B">
        <w:rPr>
          <w:b/>
          <w:bCs/>
        </w:rPr>
        <w:t>)</w:t>
      </w:r>
    </w:p>
    <w:p w14:paraId="3BC1B560" w14:textId="401C04A2" w:rsidR="00E666E5" w:rsidRDefault="00E666E5" w:rsidP="00E666E5">
      <w:r w:rsidRPr="00A1364B">
        <w:t xml:space="preserve">úřední hodiny: </w:t>
      </w:r>
      <w:r w:rsidR="00324B77" w:rsidRPr="00A1364B">
        <w:t>pondělí</w:t>
      </w:r>
      <w:r w:rsidR="009F4E1D" w:rsidRPr="00A1364B">
        <w:t xml:space="preserve">–pátek </w:t>
      </w:r>
      <w:r w:rsidR="00A1364B" w:rsidRPr="00A1364B">
        <w:t>9</w:t>
      </w:r>
      <w:r w:rsidR="009F4E1D" w:rsidRPr="00A1364B">
        <w:t>:</w:t>
      </w:r>
      <w:r w:rsidR="00A1364B" w:rsidRPr="00A1364B">
        <w:t>0</w:t>
      </w:r>
      <w:r w:rsidR="009F4E1D" w:rsidRPr="00A1364B">
        <w:t>0 – 1</w:t>
      </w:r>
      <w:r w:rsidR="00A1364B" w:rsidRPr="00A1364B">
        <w:t>8</w:t>
      </w:r>
      <w:r w:rsidR="009F4E1D" w:rsidRPr="00A1364B">
        <w:t>:</w:t>
      </w:r>
      <w:r w:rsidR="00A1364B" w:rsidRPr="00A1364B">
        <w:t>0</w:t>
      </w:r>
      <w:r w:rsidR="009F4E1D" w:rsidRPr="00A1364B">
        <w:t>0 hod.</w:t>
      </w:r>
      <w:r w:rsidRPr="00A1364B">
        <w:t>, poslední den lhůty pak do 1</w:t>
      </w:r>
      <w:r w:rsidR="00A50AF9" w:rsidRPr="00A1364B">
        <w:t>8</w:t>
      </w:r>
      <w:r w:rsidRPr="00A1364B">
        <w:t>:00 hodin;</w:t>
      </w:r>
    </w:p>
    <w:p w14:paraId="7BA9D7DB" w14:textId="2C907E17" w:rsidR="00E666E5" w:rsidRDefault="00E666E5" w:rsidP="00E666E5">
      <w:pPr>
        <w:spacing w:after="0"/>
      </w:pPr>
      <w:r>
        <w:t xml:space="preserve">v rámci zachování anonymity bude jako zpáteční adresa uvedena </w:t>
      </w:r>
      <w:r w:rsidRPr="00E666E5">
        <w:rPr>
          <w:b/>
          <w:bCs/>
        </w:rPr>
        <w:t>Česká komora architektů</w:t>
      </w:r>
      <w:r>
        <w:t>:</w:t>
      </w:r>
    </w:p>
    <w:p w14:paraId="5C0BF459" w14:textId="24116136" w:rsidR="00E666E5" w:rsidRDefault="00E666E5" w:rsidP="006A0F19">
      <w:pPr>
        <w:spacing w:after="0"/>
      </w:pPr>
      <w:r>
        <w:lastRenderedPageBreak/>
        <w:t>Kancelář ČKA, Josefská 34/6 118 00 Praha 1.</w:t>
      </w:r>
    </w:p>
    <w:p w14:paraId="558AF8D1" w14:textId="77777777" w:rsidR="00AB5831" w:rsidRPr="00AB5831" w:rsidRDefault="00AB5831" w:rsidP="006A0F19">
      <w:pPr>
        <w:spacing w:after="0"/>
        <w:rPr>
          <w:sz w:val="10"/>
          <w:szCs w:val="10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E666E5" w14:paraId="4FF6D6A9" w14:textId="77777777" w:rsidTr="00DB0CB8">
        <w:tc>
          <w:tcPr>
            <w:tcW w:w="7927" w:type="dxa"/>
          </w:tcPr>
          <w:p w14:paraId="4BDBF29A" w14:textId="45ACAA0B" w:rsidR="00E666E5" w:rsidRDefault="00324B77" w:rsidP="00E666E5">
            <w:pPr>
              <w:pStyle w:val="NormalTab"/>
              <w:contextualSpacing w:val="0"/>
            </w:pPr>
            <w:r w:rsidRPr="003B5288">
              <w:rPr>
                <w:b/>
                <w:bCs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705343" behindDoc="0" locked="0" layoutInCell="1" allowOverlap="1" wp14:anchorId="0C043B78" wp14:editId="1F4C0F5C">
                      <wp:simplePos x="0" y="0"/>
                      <wp:positionH relativeFrom="column">
                        <wp:posOffset>1689100</wp:posOffset>
                      </wp:positionH>
                      <wp:positionV relativeFrom="paragraph">
                        <wp:posOffset>80645</wp:posOffset>
                      </wp:positionV>
                      <wp:extent cx="3190875" cy="695325"/>
                      <wp:effectExtent l="0" t="0" r="28575" b="28575"/>
                      <wp:wrapSquare wrapText="bothSides"/>
                      <wp:docPr id="1891127688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08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51BC2B" w14:textId="77777777" w:rsidR="00324B77" w:rsidRDefault="00324B77" w:rsidP="00324B77">
                                  <w:r w:rsidRPr="00FF3DC0">
                                    <w:t xml:space="preserve">NEOTVÍRAT – SOUTĚŽNÍ NÁVRH – </w:t>
                                  </w:r>
                                  <w:r>
                                    <w:t>STŘEDOČESKÁ VĚDECKÁ KNIHOVNA V KLADNĚ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43B78" id="_x0000_s1033" type="#_x0000_t202" style="position:absolute;margin-left:133pt;margin-top:6.35pt;width:251.25pt;height:54.75pt;z-index:2517053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">
                      <v:textbox>
                        <w:txbxContent>
                          <w:p w14:paraId="6751BC2B" w14:textId="77777777" w:rsidR="00324B77" w:rsidRDefault="00324B77" w:rsidP="00324B77">
                            <w:r w:rsidRPr="00FF3DC0">
                              <w:t xml:space="preserve">NEOTVÍRAT – SOUTĚŽNÍ NÁVRH – </w:t>
                            </w:r>
                            <w:r>
                              <w:t>STŘEDOČESKÁ VĚDECKÁ KNIHOVNA V KLADNĚ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C7075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3839" behindDoc="0" locked="0" layoutInCell="1" allowOverlap="1" wp14:anchorId="2D87E393" wp14:editId="2E529616">
                      <wp:simplePos x="0" y="0"/>
                      <wp:positionH relativeFrom="column">
                        <wp:posOffset>701675</wp:posOffset>
                      </wp:positionH>
                      <wp:positionV relativeFrom="paragraph">
                        <wp:posOffset>407670</wp:posOffset>
                      </wp:positionV>
                      <wp:extent cx="800100" cy="45719"/>
                      <wp:effectExtent l="0" t="19050" r="38100" b="31115"/>
                      <wp:wrapNone/>
                      <wp:docPr id="44547208" name="Šipka: doprav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45719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71CA6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Šipka: doprava 4" o:spid="_x0000_s1026" type="#_x0000_t13" style="position:absolute;margin-left:55.25pt;margin-top:32.1pt;width:63pt;height:3.6pt;z-index:25168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" adj="20983" fillcolor="#262626 [1609]" strokecolor="#262626 [1609]" strokeweight="1pt"/>
                  </w:pict>
                </mc:Fallback>
              </mc:AlternateContent>
            </w:r>
            <w:r w:rsidR="00E666E5" w:rsidRPr="003B5288">
              <w:rPr>
                <w:b/>
                <w:bCs/>
                <w:noProof/>
                <w:lang w:eastAsia="cs-CZ"/>
              </w:rPr>
              <mc:AlternateContent>
                <mc:Choice Requires="wps">
                  <w:drawing>
                    <wp:anchor distT="45720" distB="45720" distL="114300" distR="114300" simplePos="0" relativeHeight="251681791" behindDoc="0" locked="0" layoutInCell="1" allowOverlap="1" wp14:anchorId="0BDFBA44" wp14:editId="30F0134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74930</wp:posOffset>
                      </wp:positionV>
                      <wp:extent cx="533400" cy="695325"/>
                      <wp:effectExtent l="0" t="0" r="19050" b="28575"/>
                      <wp:wrapSquare wrapText="bothSides"/>
                      <wp:docPr id="739997695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A42B05" w14:textId="271DC928" w:rsidR="00E666E5" w:rsidRDefault="00701B5D" w:rsidP="00E666E5">
                                  <w:pPr>
                                    <w:pStyle w:val="NormalTab"/>
                                  </w:pPr>
                                  <w:r>
                                    <w:t>3</w:t>
                                  </w:r>
                                  <w:r w:rsidR="00E666E5">
                                    <w:t>x p</w:t>
                                  </w:r>
                                  <w:r w:rsidR="00F82F37">
                                    <w:t>anel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FBA44" id="_x0000_s1034" type="#_x0000_t202" style="position:absolute;margin-left:-.6pt;margin-top:5.9pt;width:42pt;height:54.75pt;z-index:2516817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">
                      <v:textbox>
                        <w:txbxContent>
                          <w:p w14:paraId="40A42B05" w14:textId="271DC928" w:rsidR="00E666E5" w:rsidRDefault="00701B5D" w:rsidP="00E666E5">
                            <w:pPr>
                              <w:pStyle w:val="NormalTab"/>
                            </w:pPr>
                            <w:r>
                              <w:t>3</w:t>
                            </w:r>
                            <w:r w:rsidR="00E666E5">
                              <w:t>x p</w:t>
                            </w:r>
                            <w:r w:rsidR="00F82F37">
                              <w:t>anel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9CDF0BE" w14:textId="77777777" w:rsidR="00E666E5" w:rsidRDefault="00E666E5" w:rsidP="00074632"/>
    <w:p w14:paraId="5B17E420" w14:textId="43F6010E" w:rsidR="00324B77" w:rsidRDefault="00324B77" w:rsidP="00074632"/>
    <w:sectPr w:rsidR="00324B77" w:rsidSect="00182D4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55" w:right="567" w:bottom="567" w:left="3402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E6AF" w14:textId="77777777" w:rsidR="001925E7" w:rsidRDefault="001925E7" w:rsidP="000809E0">
      <w:pPr>
        <w:spacing w:after="0" w:line="240" w:lineRule="auto"/>
      </w:pPr>
      <w:r>
        <w:separator/>
      </w:r>
    </w:p>
  </w:endnote>
  <w:endnote w:type="continuationSeparator" w:id="0">
    <w:p w14:paraId="7E34DA28" w14:textId="77777777" w:rsidR="001925E7" w:rsidRDefault="001925E7" w:rsidP="0008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pi Regular">
    <w:altName w:val="Calibri"/>
    <w:panose1 w:val="00000000000000000000"/>
    <w:charset w:val="00"/>
    <w:family w:val="modern"/>
    <w:notTrueType/>
    <w:pitch w:val="variable"/>
    <w:sig w:usb0="A00000BF" w:usb1="5000006A" w:usb2="00000000" w:usb3="00000000" w:csb0="0000009B" w:csb1="00000000"/>
  </w:font>
  <w:font w:name="Vegan Sans Premium SemiBold">
    <w:panose1 w:val="000007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pi SemiBold">
    <w:panose1 w:val="00000000000000000000"/>
    <w:charset w:val="00"/>
    <w:family w:val="modern"/>
    <w:notTrueType/>
    <w:pitch w:val="variable"/>
    <w:sig w:usb0="A00000AF" w:usb1="500000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4BB55" w14:textId="77777777" w:rsidR="0008525C" w:rsidRPr="00F029C9" w:rsidRDefault="0008525C" w:rsidP="00F029C9">
    <w:pPr>
      <w:pStyle w:val="Zpat"/>
      <w:tabs>
        <w:tab w:val="clear" w:pos="4536"/>
        <w:tab w:val="clear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A130" w14:textId="77777777" w:rsidR="00F029C9" w:rsidRDefault="00F029C9" w:rsidP="00F029C9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2BA3" w14:textId="77777777" w:rsidR="001925E7" w:rsidRDefault="001925E7" w:rsidP="000809E0">
      <w:pPr>
        <w:spacing w:after="0" w:line="240" w:lineRule="auto"/>
      </w:pPr>
      <w:r>
        <w:separator/>
      </w:r>
    </w:p>
  </w:footnote>
  <w:footnote w:type="continuationSeparator" w:id="0">
    <w:p w14:paraId="1AD4BC2E" w14:textId="77777777" w:rsidR="001925E7" w:rsidRDefault="001925E7" w:rsidP="00080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553F8C" w14:paraId="035F2857" w14:textId="77777777" w:rsidTr="00783104">
      <w:trPr>
        <w:trHeight w:val="624"/>
      </w:trPr>
      <w:tc>
        <w:tcPr>
          <w:tcW w:w="2268" w:type="dxa"/>
          <w:gridSpan w:val="3"/>
        </w:tcPr>
        <w:p w14:paraId="77F85BD1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7F59DA82" wp14:editId="3520BA2B">
                <wp:extent cx="1440000" cy="93600"/>
                <wp:effectExtent l="0" t="0" r="0" b="1905"/>
                <wp:docPr id="524790221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669097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0DE759A3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57659CC4" w14:textId="77777777" w:rsidR="00553F8C" w:rsidRPr="003B54DE" w:rsidRDefault="00553F8C" w:rsidP="00553F8C">
          <w:pPr>
            <w:pStyle w:val="Header2"/>
          </w:pPr>
          <w:proofErr w:type="gramStart"/>
          <w:r w:rsidRPr="003B54DE">
            <w:t>ARCHITEKTI  PROSTORU</w:t>
          </w:r>
          <w:proofErr w:type="gramEnd"/>
        </w:p>
        <w:p w14:paraId="1C55AF97" w14:textId="14C47858" w:rsidR="00553F8C" w:rsidRPr="00AD3F56" w:rsidRDefault="00AC6B3D" w:rsidP="00553F8C">
          <w:pPr>
            <w:pStyle w:val="Zhlav"/>
          </w:pPr>
          <w:r w:rsidRPr="00AC6B3D">
            <w:t>nfo@architektiprostoru.cz</w:t>
          </w:r>
        </w:p>
      </w:tc>
      <w:tc>
        <w:tcPr>
          <w:tcW w:w="4122" w:type="dxa"/>
        </w:tcPr>
        <w:p w14:paraId="1D46FA9C" w14:textId="77777777" w:rsidR="00553F8C" w:rsidRPr="00AD3F56" w:rsidRDefault="00553F8C" w:rsidP="00553F8C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4B6CD0AF" w14:textId="47090624" w:rsidR="00553F8C" w:rsidRPr="00AD3F56" w:rsidRDefault="00553F8C" w:rsidP="00553F8C">
          <w:pPr>
            <w:pStyle w:val="Zhlav"/>
          </w:pPr>
          <w:r>
            <w:t>Ing. Karla Kupilíková</w:t>
          </w:r>
        </w:p>
      </w:tc>
      <w:tc>
        <w:tcPr>
          <w:tcW w:w="981" w:type="dxa"/>
        </w:tcPr>
        <w:p w14:paraId="288EA510" w14:textId="7871544D" w:rsidR="00553F8C" w:rsidRPr="003113DB" w:rsidRDefault="00553F8C" w:rsidP="00553F8C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074632">
            <w:rPr>
              <w:rStyle w:val="slostrnky"/>
              <w:noProof/>
            </w:rPr>
            <w:t>2</w:t>
          </w:r>
          <w:r w:rsidRPr="003113DB">
            <w:rPr>
              <w:rStyle w:val="slostrnky"/>
            </w:rPr>
            <w:fldChar w:fldCharType="end"/>
          </w:r>
        </w:p>
      </w:tc>
    </w:tr>
    <w:tr w:rsidR="00D842BD" w14:paraId="7A2516BA" w14:textId="77777777" w:rsidTr="00783104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749B36B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018E2123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4499E08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5E4695D2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54EE803D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5CBA9407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CCDB1A6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7BE5CD49" w14:textId="77777777" w:rsidR="0008525C" w:rsidRPr="00D842BD" w:rsidRDefault="0008525C" w:rsidP="00D842BD">
    <w:pPr>
      <w:pStyle w:val="Zhlav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0557FF" w14:paraId="004492CD" w14:textId="77777777" w:rsidTr="00AD3F56">
      <w:trPr>
        <w:trHeight w:val="624"/>
      </w:trPr>
      <w:tc>
        <w:tcPr>
          <w:tcW w:w="2268" w:type="dxa"/>
          <w:gridSpan w:val="3"/>
        </w:tcPr>
        <w:p w14:paraId="2E52AC43" w14:textId="77777777" w:rsidR="000557FF" w:rsidRDefault="000557FF" w:rsidP="000557FF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4392D0B9" wp14:editId="725E1F86">
                <wp:extent cx="1440000" cy="93600"/>
                <wp:effectExtent l="0" t="0" r="0" b="1905"/>
                <wp:docPr id="878378059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982941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34A75578" w14:textId="77777777" w:rsidR="000557FF" w:rsidRPr="003B54DE" w:rsidRDefault="000557FF" w:rsidP="00074632">
          <w:pPr>
            <w:pStyle w:val="Header2"/>
          </w:pPr>
        </w:p>
      </w:tc>
      <w:tc>
        <w:tcPr>
          <w:tcW w:w="2835" w:type="dxa"/>
        </w:tcPr>
        <w:p w14:paraId="3FF39B6F" w14:textId="77777777" w:rsidR="000557FF" w:rsidRPr="003B54DE" w:rsidRDefault="000557FF" w:rsidP="00074632">
          <w:pPr>
            <w:pStyle w:val="Header2"/>
          </w:pPr>
          <w:proofErr w:type="gramStart"/>
          <w:r w:rsidRPr="003B54DE">
            <w:t>ARCHITEKTI  PROSTORU</w:t>
          </w:r>
          <w:proofErr w:type="gramEnd"/>
        </w:p>
        <w:p w14:paraId="51B058EC" w14:textId="040A58C2" w:rsidR="000557FF" w:rsidRPr="003B54DE" w:rsidRDefault="00074632" w:rsidP="00074632">
          <w:pPr>
            <w:pStyle w:val="Header2"/>
          </w:pPr>
          <w:hyperlink r:id="rId3" w:history="1">
            <w:r w:rsidRPr="00074632">
              <w:t>info@architektiprostoru.cz</w:t>
            </w:r>
          </w:hyperlink>
        </w:p>
      </w:tc>
      <w:tc>
        <w:tcPr>
          <w:tcW w:w="4122" w:type="dxa"/>
        </w:tcPr>
        <w:p w14:paraId="3D3251A4" w14:textId="77777777" w:rsidR="000557FF" w:rsidRPr="00AD3F56" w:rsidRDefault="000557FF" w:rsidP="003B54DE">
          <w:pPr>
            <w:pStyle w:val="Header2"/>
          </w:pPr>
          <w:r>
            <w:t xml:space="preserve">Marek Sivák, </w:t>
          </w:r>
          <w:proofErr w:type="spellStart"/>
          <w:r>
            <w:t>MArch</w:t>
          </w:r>
          <w:proofErr w:type="spellEnd"/>
        </w:p>
        <w:p w14:paraId="221836BD" w14:textId="4E72CAC2" w:rsidR="000557FF" w:rsidRPr="00AD3F56" w:rsidRDefault="000557FF" w:rsidP="003B54DE">
          <w:pPr>
            <w:pStyle w:val="Header2"/>
          </w:pPr>
          <w:r>
            <w:t>Ing. Karla Kupilíková</w:t>
          </w:r>
        </w:p>
      </w:tc>
      <w:tc>
        <w:tcPr>
          <w:tcW w:w="981" w:type="dxa"/>
        </w:tcPr>
        <w:p w14:paraId="15F8AE54" w14:textId="103B8DD3" w:rsidR="000557FF" w:rsidRPr="003113DB" w:rsidRDefault="000557FF" w:rsidP="000557FF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074632">
            <w:rPr>
              <w:rStyle w:val="slostrnky"/>
              <w:noProof/>
            </w:rPr>
            <w:t>1</w:t>
          </w:r>
          <w:r w:rsidRPr="003113DB">
            <w:rPr>
              <w:rStyle w:val="slostrnky"/>
            </w:rPr>
            <w:fldChar w:fldCharType="end"/>
          </w:r>
        </w:p>
      </w:tc>
    </w:tr>
    <w:tr w:rsidR="0034431A" w14:paraId="5CCBB0DD" w14:textId="77777777" w:rsidTr="00AD3F56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61C0847C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31A763D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DAEDCD7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385B0FDA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187BFFD4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6812357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1D9AF592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0D4CEB6D" w14:textId="77777777" w:rsidR="00F029C9" w:rsidRDefault="00ED474A" w:rsidP="00F029C9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EC3B1D" wp14:editId="742EFB15">
              <wp:simplePos x="0" y="0"/>
              <wp:positionH relativeFrom="page">
                <wp:posOffset>-66675</wp:posOffset>
              </wp:positionH>
              <wp:positionV relativeFrom="page">
                <wp:posOffset>-504825</wp:posOffset>
              </wp:positionV>
              <wp:extent cx="7560000" cy="10692000"/>
              <wp:effectExtent l="0" t="0" r="3175" b="0"/>
              <wp:wrapNone/>
              <wp:docPr id="452688494" name="Obdélník tyrkysový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8DCF93" id="Obdélník tyrkysový" o:spid="_x0000_s1026" style="position:absolute;margin-left:-5.25pt;margin-top:-39.75pt;width:595.3pt;height:84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" fillcolor="white [3215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F7611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8288B"/>
    <w:multiLevelType w:val="multilevel"/>
    <w:tmpl w:val="642C4024"/>
    <w:lvl w:ilvl="0">
      <w:start w:val="1"/>
      <w:numFmt w:val="decimal"/>
      <w:pStyle w:val="lnek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lnek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lnek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pStyle w:val="lnek5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2" w15:restartNumberingAfterBreak="0">
    <w:nsid w:val="184A09A7"/>
    <w:multiLevelType w:val="multilevel"/>
    <w:tmpl w:val="5BEAB380"/>
    <w:lvl w:ilvl="0">
      <w:start w:val="1"/>
      <w:numFmt w:val="decimal"/>
      <w:pStyle w:val="slovansezna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pStyle w:val="slovanseznam2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decimal"/>
      <w:pStyle w:val="slovanseznam3"/>
      <w:lvlText w:val="%3."/>
      <w:lvlJc w:val="left"/>
      <w:pPr>
        <w:tabs>
          <w:tab w:val="num" w:pos="850"/>
        </w:tabs>
        <w:ind w:left="850" w:hanging="425"/>
      </w:pPr>
      <w:rPr>
        <w:rFonts w:hint="default"/>
        <w:b w:val="0"/>
        <w:bCs w:val="0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27F06E2F"/>
    <w:multiLevelType w:val="multilevel"/>
    <w:tmpl w:val="79B6D56A"/>
    <w:lvl w:ilvl="0">
      <w:start w:val="1"/>
      <w:numFmt w:val="lowerLetter"/>
      <w:pStyle w:val="Seznam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Seznam2"/>
      <w:lvlText w:val="%2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Letter"/>
      <w:pStyle w:val="Seznam3"/>
      <w:lvlText w:val="%3)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lowerLetter"/>
      <w:pStyle w:val="Seznam4"/>
      <w:lvlText w:val="%4)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pStyle w:val="Seznam5"/>
      <w:lvlText w:val="%5)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4" w15:restartNumberingAfterBreak="0">
    <w:nsid w:val="32AA66B3"/>
    <w:multiLevelType w:val="multilevel"/>
    <w:tmpl w:val="7228E21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5" w15:restartNumberingAfterBreak="0">
    <w:nsid w:val="46376F03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6" w15:restartNumberingAfterBreak="0">
    <w:nsid w:val="4D6B3533"/>
    <w:multiLevelType w:val="multilevel"/>
    <w:tmpl w:val="57828E42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44044"/>
    <w:multiLevelType w:val="hybridMultilevel"/>
    <w:tmpl w:val="8876969E"/>
    <w:lvl w:ilvl="0" w:tplc="48C401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164B2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9" w15:restartNumberingAfterBreak="0">
    <w:nsid w:val="5B435329"/>
    <w:multiLevelType w:val="hybridMultilevel"/>
    <w:tmpl w:val="A4280128"/>
    <w:lvl w:ilvl="0" w:tplc="A0AA1E1E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E37C2"/>
    <w:multiLevelType w:val="multilevel"/>
    <w:tmpl w:val="D4D81628"/>
    <w:lvl w:ilvl="0">
      <w:start w:val="1"/>
      <w:numFmt w:val="bullet"/>
      <w:pStyle w:val="Seznamsodrkami"/>
      <w:lvlText w:val="–"/>
      <w:lvlJc w:val="left"/>
      <w:pPr>
        <w:tabs>
          <w:tab w:val="num" w:pos="425"/>
        </w:tabs>
        <w:ind w:left="425" w:hanging="425"/>
      </w:pPr>
      <w:rPr>
        <w:rFonts w:ascii="Pepi Regular" w:hAnsi="Pepi Regular" w:hint="default"/>
      </w:rPr>
    </w:lvl>
    <w:lvl w:ilvl="1">
      <w:start w:val="1"/>
      <w:numFmt w:val="bullet"/>
      <w:pStyle w:val="Seznamsodrkami2"/>
      <w:lvlText w:val="–"/>
      <w:lvlJc w:val="left"/>
      <w:pPr>
        <w:tabs>
          <w:tab w:val="num" w:pos="850"/>
        </w:tabs>
        <w:ind w:left="850" w:hanging="425"/>
      </w:pPr>
      <w:rPr>
        <w:rFonts w:ascii="Pepi Regular" w:hAnsi="Pepi Regular" w:hint="default"/>
      </w:rPr>
    </w:lvl>
    <w:lvl w:ilvl="2">
      <w:start w:val="1"/>
      <w:numFmt w:val="bullet"/>
      <w:pStyle w:val="Seznamsodrkami3"/>
      <w:lvlText w:val="–"/>
      <w:lvlJc w:val="left"/>
      <w:pPr>
        <w:tabs>
          <w:tab w:val="num" w:pos="1275"/>
        </w:tabs>
        <w:ind w:left="1275" w:hanging="425"/>
      </w:pPr>
      <w:rPr>
        <w:rFonts w:ascii="Pepi Regular" w:hAnsi="Pepi Regular" w:hint="default"/>
      </w:rPr>
    </w:lvl>
    <w:lvl w:ilvl="3">
      <w:start w:val="1"/>
      <w:numFmt w:val="bullet"/>
      <w:pStyle w:val="Seznamsodrkami4"/>
      <w:lvlText w:val="–"/>
      <w:lvlJc w:val="left"/>
      <w:pPr>
        <w:tabs>
          <w:tab w:val="num" w:pos="1700"/>
        </w:tabs>
        <w:ind w:left="1700" w:hanging="425"/>
      </w:pPr>
      <w:rPr>
        <w:rFonts w:ascii="Pepi Regular" w:hAnsi="Pepi Regular" w:hint="default"/>
      </w:rPr>
    </w:lvl>
    <w:lvl w:ilvl="4">
      <w:start w:val="1"/>
      <w:numFmt w:val="bullet"/>
      <w:pStyle w:val="Seznamsodrkami5"/>
      <w:lvlText w:val="–"/>
      <w:lvlJc w:val="left"/>
      <w:pPr>
        <w:tabs>
          <w:tab w:val="num" w:pos="2125"/>
        </w:tabs>
        <w:ind w:left="2125" w:hanging="425"/>
      </w:pPr>
      <w:rPr>
        <w:rFonts w:ascii="Pepi Regular" w:hAnsi="Pepi Regular" w:hint="default"/>
      </w:rPr>
    </w:lvl>
    <w:lvl w:ilvl="5">
      <w:start w:val="1"/>
      <w:numFmt w:val="bullet"/>
      <w:lvlText w:val="–"/>
      <w:lvlJc w:val="left"/>
      <w:pPr>
        <w:tabs>
          <w:tab w:val="num" w:pos="2550"/>
        </w:tabs>
        <w:ind w:left="2550" w:hanging="425"/>
      </w:pPr>
      <w:rPr>
        <w:rFonts w:ascii="Pepi Regular" w:hAnsi="Pepi Regular" w:hint="default"/>
      </w:rPr>
    </w:lvl>
    <w:lvl w:ilvl="6">
      <w:start w:val="1"/>
      <w:numFmt w:val="bullet"/>
      <w:lvlText w:val="–"/>
      <w:lvlJc w:val="left"/>
      <w:pPr>
        <w:tabs>
          <w:tab w:val="num" w:pos="2975"/>
        </w:tabs>
        <w:ind w:left="2975" w:hanging="425"/>
      </w:pPr>
      <w:rPr>
        <w:rFonts w:ascii="Pepi Regular" w:hAnsi="Pepi Regular" w:hint="default"/>
      </w:rPr>
    </w:lvl>
    <w:lvl w:ilvl="7">
      <w:start w:val="1"/>
      <w:numFmt w:val="bullet"/>
      <w:lvlText w:val="–"/>
      <w:lvlJc w:val="left"/>
      <w:pPr>
        <w:tabs>
          <w:tab w:val="num" w:pos="3400"/>
        </w:tabs>
        <w:ind w:left="3400" w:hanging="425"/>
      </w:pPr>
      <w:rPr>
        <w:rFonts w:ascii="Pepi Regular" w:hAnsi="Pepi Regular" w:hint="default"/>
      </w:rPr>
    </w:lvl>
    <w:lvl w:ilvl="8">
      <w:start w:val="1"/>
      <w:numFmt w:val="bullet"/>
      <w:lvlText w:val="–"/>
      <w:lvlJc w:val="left"/>
      <w:pPr>
        <w:tabs>
          <w:tab w:val="num" w:pos="3825"/>
        </w:tabs>
        <w:ind w:left="3825" w:hanging="425"/>
      </w:pPr>
      <w:rPr>
        <w:rFonts w:ascii="Pepi Regular" w:hAnsi="Pepi Regular" w:hint="default"/>
      </w:rPr>
    </w:lvl>
  </w:abstractNum>
  <w:abstractNum w:abstractNumId="11" w15:restartNumberingAfterBreak="0">
    <w:nsid w:val="757C72B4"/>
    <w:multiLevelType w:val="multilevel"/>
    <w:tmpl w:val="FA72B05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0" w:hanging="2835"/>
      </w:pPr>
      <w:rPr>
        <w:rFonts w:hint="default"/>
      </w:rPr>
    </w:lvl>
  </w:abstractNum>
  <w:num w:numId="1" w16cid:durableId="749501190">
    <w:abstractNumId w:val="2"/>
  </w:num>
  <w:num w:numId="2" w16cid:durableId="708261489">
    <w:abstractNumId w:val="11"/>
  </w:num>
  <w:num w:numId="3" w16cid:durableId="56903287">
    <w:abstractNumId w:val="10"/>
  </w:num>
  <w:num w:numId="4" w16cid:durableId="148602232">
    <w:abstractNumId w:val="3"/>
  </w:num>
  <w:num w:numId="5" w16cid:durableId="425812603">
    <w:abstractNumId w:val="1"/>
  </w:num>
  <w:num w:numId="6" w16cid:durableId="406654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9806843">
    <w:abstractNumId w:val="9"/>
  </w:num>
  <w:num w:numId="8" w16cid:durableId="915087371">
    <w:abstractNumId w:val="7"/>
  </w:num>
  <w:num w:numId="9" w16cid:durableId="716440809">
    <w:abstractNumId w:val="4"/>
  </w:num>
  <w:num w:numId="10" w16cid:durableId="1681738511">
    <w:abstractNumId w:val="6"/>
  </w:num>
  <w:num w:numId="11" w16cid:durableId="2069068354">
    <w:abstractNumId w:val="8"/>
  </w:num>
  <w:num w:numId="12" w16cid:durableId="1595090158">
    <w:abstractNumId w:val="1"/>
  </w:num>
  <w:num w:numId="13" w16cid:durableId="482695082">
    <w:abstractNumId w:val="1"/>
  </w:num>
  <w:num w:numId="14" w16cid:durableId="13912246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05662475">
    <w:abstractNumId w:val="5"/>
  </w:num>
  <w:num w:numId="16" w16cid:durableId="1728528432">
    <w:abstractNumId w:val="10"/>
  </w:num>
  <w:num w:numId="17" w16cid:durableId="823861995">
    <w:abstractNumId w:val="0"/>
  </w:num>
  <w:num w:numId="18" w16cid:durableId="14593007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3C"/>
    <w:rsid w:val="00002776"/>
    <w:rsid w:val="0002173B"/>
    <w:rsid w:val="000225CE"/>
    <w:rsid w:val="00031074"/>
    <w:rsid w:val="00031CE6"/>
    <w:rsid w:val="0003295E"/>
    <w:rsid w:val="000542AE"/>
    <w:rsid w:val="000557FF"/>
    <w:rsid w:val="00070059"/>
    <w:rsid w:val="00074632"/>
    <w:rsid w:val="00076136"/>
    <w:rsid w:val="000808DF"/>
    <w:rsid w:val="000809E0"/>
    <w:rsid w:val="0008525C"/>
    <w:rsid w:val="0008574E"/>
    <w:rsid w:val="00094454"/>
    <w:rsid w:val="00095997"/>
    <w:rsid w:val="000A645F"/>
    <w:rsid w:val="000B0222"/>
    <w:rsid w:val="000B6C64"/>
    <w:rsid w:val="000C33E0"/>
    <w:rsid w:val="000D4872"/>
    <w:rsid w:val="000D69AA"/>
    <w:rsid w:val="000E7C37"/>
    <w:rsid w:val="000F2D1A"/>
    <w:rsid w:val="0010603D"/>
    <w:rsid w:val="001061EC"/>
    <w:rsid w:val="00107D98"/>
    <w:rsid w:val="001216F9"/>
    <w:rsid w:val="001316C4"/>
    <w:rsid w:val="001339DF"/>
    <w:rsid w:val="00133A08"/>
    <w:rsid w:val="001525A4"/>
    <w:rsid w:val="00161641"/>
    <w:rsid w:val="00164166"/>
    <w:rsid w:val="00175F01"/>
    <w:rsid w:val="00176BE5"/>
    <w:rsid w:val="00182717"/>
    <w:rsid w:val="00182D4D"/>
    <w:rsid w:val="00186CFC"/>
    <w:rsid w:val="001925E7"/>
    <w:rsid w:val="0019382E"/>
    <w:rsid w:val="00195ACD"/>
    <w:rsid w:val="00195BA8"/>
    <w:rsid w:val="00197A11"/>
    <w:rsid w:val="001C3FC8"/>
    <w:rsid w:val="001C43EC"/>
    <w:rsid w:val="001D2CFA"/>
    <w:rsid w:val="001E2AFB"/>
    <w:rsid w:val="001E3070"/>
    <w:rsid w:val="001E39FD"/>
    <w:rsid w:val="001E50A8"/>
    <w:rsid w:val="001E7E76"/>
    <w:rsid w:val="001F55C1"/>
    <w:rsid w:val="001F6F0D"/>
    <w:rsid w:val="002046F1"/>
    <w:rsid w:val="002047E6"/>
    <w:rsid w:val="00225319"/>
    <w:rsid w:val="00232B87"/>
    <w:rsid w:val="002352B6"/>
    <w:rsid w:val="00235513"/>
    <w:rsid w:val="002368EE"/>
    <w:rsid w:val="00242733"/>
    <w:rsid w:val="00244736"/>
    <w:rsid w:val="0025023D"/>
    <w:rsid w:val="00253D83"/>
    <w:rsid w:val="00266C84"/>
    <w:rsid w:val="00280798"/>
    <w:rsid w:val="0028369F"/>
    <w:rsid w:val="002849BD"/>
    <w:rsid w:val="002A7FDC"/>
    <w:rsid w:val="002B3125"/>
    <w:rsid w:val="002B6975"/>
    <w:rsid w:val="002B6D78"/>
    <w:rsid w:val="002B7217"/>
    <w:rsid w:val="002C09A0"/>
    <w:rsid w:val="002C2DA5"/>
    <w:rsid w:val="002C3E87"/>
    <w:rsid w:val="002C5F26"/>
    <w:rsid w:val="002F5D45"/>
    <w:rsid w:val="00300F4E"/>
    <w:rsid w:val="003113DB"/>
    <w:rsid w:val="00312680"/>
    <w:rsid w:val="00324B77"/>
    <w:rsid w:val="003315D8"/>
    <w:rsid w:val="003346F1"/>
    <w:rsid w:val="0034431A"/>
    <w:rsid w:val="00350DC3"/>
    <w:rsid w:val="00356CCB"/>
    <w:rsid w:val="003627F5"/>
    <w:rsid w:val="0038075D"/>
    <w:rsid w:val="003A59DA"/>
    <w:rsid w:val="003A620B"/>
    <w:rsid w:val="003B5288"/>
    <w:rsid w:val="003B54DE"/>
    <w:rsid w:val="003C664D"/>
    <w:rsid w:val="003D47B7"/>
    <w:rsid w:val="0040273B"/>
    <w:rsid w:val="004047F4"/>
    <w:rsid w:val="0040769C"/>
    <w:rsid w:val="00412B13"/>
    <w:rsid w:val="00414FEF"/>
    <w:rsid w:val="00416153"/>
    <w:rsid w:val="00416B3B"/>
    <w:rsid w:val="00421D27"/>
    <w:rsid w:val="00426D4B"/>
    <w:rsid w:val="004543A9"/>
    <w:rsid w:val="004577AB"/>
    <w:rsid w:val="00465AF3"/>
    <w:rsid w:val="00467DC5"/>
    <w:rsid w:val="004801D5"/>
    <w:rsid w:val="00481C80"/>
    <w:rsid w:val="0048453B"/>
    <w:rsid w:val="0049247C"/>
    <w:rsid w:val="00494CF2"/>
    <w:rsid w:val="004959DF"/>
    <w:rsid w:val="00495E9A"/>
    <w:rsid w:val="004A7633"/>
    <w:rsid w:val="004B09FF"/>
    <w:rsid w:val="004C1711"/>
    <w:rsid w:val="004C4F11"/>
    <w:rsid w:val="004C7075"/>
    <w:rsid w:val="004C7FF1"/>
    <w:rsid w:val="004E544E"/>
    <w:rsid w:val="004F1E12"/>
    <w:rsid w:val="0050084A"/>
    <w:rsid w:val="00505C48"/>
    <w:rsid w:val="00521BE1"/>
    <w:rsid w:val="00523BAF"/>
    <w:rsid w:val="00527967"/>
    <w:rsid w:val="00532187"/>
    <w:rsid w:val="00534CBF"/>
    <w:rsid w:val="00553F8C"/>
    <w:rsid w:val="00561CB5"/>
    <w:rsid w:val="00561D4F"/>
    <w:rsid w:val="00564836"/>
    <w:rsid w:val="0058278E"/>
    <w:rsid w:val="00587511"/>
    <w:rsid w:val="00596E0E"/>
    <w:rsid w:val="005A3639"/>
    <w:rsid w:val="005A49D2"/>
    <w:rsid w:val="005B2788"/>
    <w:rsid w:val="005B4D2E"/>
    <w:rsid w:val="005B50D3"/>
    <w:rsid w:val="005C3370"/>
    <w:rsid w:val="005C38DD"/>
    <w:rsid w:val="005D02C1"/>
    <w:rsid w:val="005D138F"/>
    <w:rsid w:val="005E29CC"/>
    <w:rsid w:val="005E6A17"/>
    <w:rsid w:val="005E6FD7"/>
    <w:rsid w:val="005E7FAC"/>
    <w:rsid w:val="005F722E"/>
    <w:rsid w:val="00601A17"/>
    <w:rsid w:val="00602028"/>
    <w:rsid w:val="00602D14"/>
    <w:rsid w:val="006149F1"/>
    <w:rsid w:val="00620D3F"/>
    <w:rsid w:val="0063478F"/>
    <w:rsid w:val="006517EA"/>
    <w:rsid w:val="00655289"/>
    <w:rsid w:val="00662175"/>
    <w:rsid w:val="0066273C"/>
    <w:rsid w:val="0066351E"/>
    <w:rsid w:val="00666131"/>
    <w:rsid w:val="00674328"/>
    <w:rsid w:val="006919D3"/>
    <w:rsid w:val="006A0F19"/>
    <w:rsid w:val="006B03E5"/>
    <w:rsid w:val="006B477E"/>
    <w:rsid w:val="006B6B9B"/>
    <w:rsid w:val="006B77B8"/>
    <w:rsid w:val="006C0805"/>
    <w:rsid w:val="006C08CC"/>
    <w:rsid w:val="006C58EF"/>
    <w:rsid w:val="006E734B"/>
    <w:rsid w:val="006F112E"/>
    <w:rsid w:val="006F2F45"/>
    <w:rsid w:val="006F3791"/>
    <w:rsid w:val="006F45D2"/>
    <w:rsid w:val="00701B5D"/>
    <w:rsid w:val="00707D2E"/>
    <w:rsid w:val="007212D9"/>
    <w:rsid w:val="007305C4"/>
    <w:rsid w:val="00735EE7"/>
    <w:rsid w:val="00743FDC"/>
    <w:rsid w:val="00750460"/>
    <w:rsid w:val="00752DBF"/>
    <w:rsid w:val="007569AA"/>
    <w:rsid w:val="00760E91"/>
    <w:rsid w:val="007741FC"/>
    <w:rsid w:val="00785E08"/>
    <w:rsid w:val="0079468F"/>
    <w:rsid w:val="007A08D8"/>
    <w:rsid w:val="007A1EDE"/>
    <w:rsid w:val="007C022F"/>
    <w:rsid w:val="007C1609"/>
    <w:rsid w:val="007C339D"/>
    <w:rsid w:val="007C4516"/>
    <w:rsid w:val="007C4A9C"/>
    <w:rsid w:val="007C5275"/>
    <w:rsid w:val="007C6512"/>
    <w:rsid w:val="007C71CF"/>
    <w:rsid w:val="007D2395"/>
    <w:rsid w:val="007D4454"/>
    <w:rsid w:val="007D4502"/>
    <w:rsid w:val="007D6BD5"/>
    <w:rsid w:val="007E06FB"/>
    <w:rsid w:val="007F654E"/>
    <w:rsid w:val="00801024"/>
    <w:rsid w:val="00803370"/>
    <w:rsid w:val="008066D9"/>
    <w:rsid w:val="0082452F"/>
    <w:rsid w:val="00834B1D"/>
    <w:rsid w:val="00836DA2"/>
    <w:rsid w:val="00843E56"/>
    <w:rsid w:val="00853011"/>
    <w:rsid w:val="00853FCA"/>
    <w:rsid w:val="00854298"/>
    <w:rsid w:val="00854BFA"/>
    <w:rsid w:val="008624DB"/>
    <w:rsid w:val="0088134F"/>
    <w:rsid w:val="00883BF1"/>
    <w:rsid w:val="0089049E"/>
    <w:rsid w:val="008B585F"/>
    <w:rsid w:val="008C0FF8"/>
    <w:rsid w:val="008D5D36"/>
    <w:rsid w:val="008D7DDC"/>
    <w:rsid w:val="008E1C84"/>
    <w:rsid w:val="008F0E4E"/>
    <w:rsid w:val="00901313"/>
    <w:rsid w:val="009061FF"/>
    <w:rsid w:val="00913CEA"/>
    <w:rsid w:val="0091772B"/>
    <w:rsid w:val="00933095"/>
    <w:rsid w:val="009440D2"/>
    <w:rsid w:val="00946023"/>
    <w:rsid w:val="00946ED2"/>
    <w:rsid w:val="00947EDF"/>
    <w:rsid w:val="009506BF"/>
    <w:rsid w:val="00962D62"/>
    <w:rsid w:val="00971462"/>
    <w:rsid w:val="0097605C"/>
    <w:rsid w:val="00995691"/>
    <w:rsid w:val="009A5362"/>
    <w:rsid w:val="009A5621"/>
    <w:rsid w:val="009D6996"/>
    <w:rsid w:val="009E552E"/>
    <w:rsid w:val="009F4384"/>
    <w:rsid w:val="009F441A"/>
    <w:rsid w:val="009F4E1D"/>
    <w:rsid w:val="009F7972"/>
    <w:rsid w:val="00A1364B"/>
    <w:rsid w:val="00A15F14"/>
    <w:rsid w:val="00A24417"/>
    <w:rsid w:val="00A3245C"/>
    <w:rsid w:val="00A36A5C"/>
    <w:rsid w:val="00A44540"/>
    <w:rsid w:val="00A47063"/>
    <w:rsid w:val="00A50AF9"/>
    <w:rsid w:val="00A53B51"/>
    <w:rsid w:val="00A765DC"/>
    <w:rsid w:val="00A94ED0"/>
    <w:rsid w:val="00AA3E77"/>
    <w:rsid w:val="00AB0D96"/>
    <w:rsid w:val="00AB5831"/>
    <w:rsid w:val="00AC0401"/>
    <w:rsid w:val="00AC4910"/>
    <w:rsid w:val="00AC6B3D"/>
    <w:rsid w:val="00AD08A4"/>
    <w:rsid w:val="00AD3F56"/>
    <w:rsid w:val="00AD5E4A"/>
    <w:rsid w:val="00AD680A"/>
    <w:rsid w:val="00AE08E1"/>
    <w:rsid w:val="00AF1E75"/>
    <w:rsid w:val="00AF402A"/>
    <w:rsid w:val="00AF4763"/>
    <w:rsid w:val="00B013B0"/>
    <w:rsid w:val="00B12AF2"/>
    <w:rsid w:val="00B12CDE"/>
    <w:rsid w:val="00B16F50"/>
    <w:rsid w:val="00B230D8"/>
    <w:rsid w:val="00B27452"/>
    <w:rsid w:val="00B32026"/>
    <w:rsid w:val="00B34D83"/>
    <w:rsid w:val="00B43D02"/>
    <w:rsid w:val="00B523CA"/>
    <w:rsid w:val="00B54EA9"/>
    <w:rsid w:val="00B62F5C"/>
    <w:rsid w:val="00B66F7B"/>
    <w:rsid w:val="00B7448E"/>
    <w:rsid w:val="00B76721"/>
    <w:rsid w:val="00B971A9"/>
    <w:rsid w:val="00BA05D8"/>
    <w:rsid w:val="00BA1E27"/>
    <w:rsid w:val="00BA1F18"/>
    <w:rsid w:val="00BC060E"/>
    <w:rsid w:val="00BC2B13"/>
    <w:rsid w:val="00BC3FC2"/>
    <w:rsid w:val="00BC6EA8"/>
    <w:rsid w:val="00BE09BB"/>
    <w:rsid w:val="00BF07B1"/>
    <w:rsid w:val="00BF3762"/>
    <w:rsid w:val="00C0436A"/>
    <w:rsid w:val="00C06185"/>
    <w:rsid w:val="00C07814"/>
    <w:rsid w:val="00C2432F"/>
    <w:rsid w:val="00C251E4"/>
    <w:rsid w:val="00C30410"/>
    <w:rsid w:val="00C327A3"/>
    <w:rsid w:val="00C343B7"/>
    <w:rsid w:val="00C4741C"/>
    <w:rsid w:val="00C70138"/>
    <w:rsid w:val="00C7499C"/>
    <w:rsid w:val="00C76019"/>
    <w:rsid w:val="00C96B29"/>
    <w:rsid w:val="00CA0E09"/>
    <w:rsid w:val="00CA1EB5"/>
    <w:rsid w:val="00CA4E04"/>
    <w:rsid w:val="00CA5BE7"/>
    <w:rsid w:val="00CB18A4"/>
    <w:rsid w:val="00CB26F8"/>
    <w:rsid w:val="00CD498D"/>
    <w:rsid w:val="00CD4F0A"/>
    <w:rsid w:val="00CD51E9"/>
    <w:rsid w:val="00CD586F"/>
    <w:rsid w:val="00CD7C76"/>
    <w:rsid w:val="00CE3C57"/>
    <w:rsid w:val="00CE5AA9"/>
    <w:rsid w:val="00CE6C76"/>
    <w:rsid w:val="00CF0723"/>
    <w:rsid w:val="00CF377F"/>
    <w:rsid w:val="00D05185"/>
    <w:rsid w:val="00D062AC"/>
    <w:rsid w:val="00D112DC"/>
    <w:rsid w:val="00D203D6"/>
    <w:rsid w:val="00D22441"/>
    <w:rsid w:val="00D24F8F"/>
    <w:rsid w:val="00D25E48"/>
    <w:rsid w:val="00D34C9C"/>
    <w:rsid w:val="00D5583C"/>
    <w:rsid w:val="00D614A6"/>
    <w:rsid w:val="00D614B3"/>
    <w:rsid w:val="00D61960"/>
    <w:rsid w:val="00D624C9"/>
    <w:rsid w:val="00D67259"/>
    <w:rsid w:val="00D77EFA"/>
    <w:rsid w:val="00D842BD"/>
    <w:rsid w:val="00D84F57"/>
    <w:rsid w:val="00DA4C18"/>
    <w:rsid w:val="00DA7854"/>
    <w:rsid w:val="00DB7848"/>
    <w:rsid w:val="00DB7E7A"/>
    <w:rsid w:val="00DC1D1B"/>
    <w:rsid w:val="00DD6D86"/>
    <w:rsid w:val="00DE0A3A"/>
    <w:rsid w:val="00DE0EB6"/>
    <w:rsid w:val="00DE3FA3"/>
    <w:rsid w:val="00DE471E"/>
    <w:rsid w:val="00DE575B"/>
    <w:rsid w:val="00E066AC"/>
    <w:rsid w:val="00E10C82"/>
    <w:rsid w:val="00E26D37"/>
    <w:rsid w:val="00E351C5"/>
    <w:rsid w:val="00E402E4"/>
    <w:rsid w:val="00E4128E"/>
    <w:rsid w:val="00E60305"/>
    <w:rsid w:val="00E63D6C"/>
    <w:rsid w:val="00E66638"/>
    <w:rsid w:val="00E666E5"/>
    <w:rsid w:val="00E67FED"/>
    <w:rsid w:val="00E7026E"/>
    <w:rsid w:val="00E91DF9"/>
    <w:rsid w:val="00E962E5"/>
    <w:rsid w:val="00EB2C70"/>
    <w:rsid w:val="00EB581F"/>
    <w:rsid w:val="00EC3786"/>
    <w:rsid w:val="00ED474A"/>
    <w:rsid w:val="00EE2D85"/>
    <w:rsid w:val="00EF6FB2"/>
    <w:rsid w:val="00F029C9"/>
    <w:rsid w:val="00F111E6"/>
    <w:rsid w:val="00F130ED"/>
    <w:rsid w:val="00F15AB7"/>
    <w:rsid w:val="00F179DE"/>
    <w:rsid w:val="00F3213C"/>
    <w:rsid w:val="00F32F49"/>
    <w:rsid w:val="00F37195"/>
    <w:rsid w:val="00F430D9"/>
    <w:rsid w:val="00F4466F"/>
    <w:rsid w:val="00F45237"/>
    <w:rsid w:val="00F54E56"/>
    <w:rsid w:val="00F57E06"/>
    <w:rsid w:val="00F62A6A"/>
    <w:rsid w:val="00F6689A"/>
    <w:rsid w:val="00F82F37"/>
    <w:rsid w:val="00F859AC"/>
    <w:rsid w:val="00F862CA"/>
    <w:rsid w:val="00F929B3"/>
    <w:rsid w:val="00F96D99"/>
    <w:rsid w:val="00FA0853"/>
    <w:rsid w:val="00FA2F13"/>
    <w:rsid w:val="00FA4D97"/>
    <w:rsid w:val="00FA5B81"/>
    <w:rsid w:val="00FB472F"/>
    <w:rsid w:val="00FB4B66"/>
    <w:rsid w:val="00FB6BF3"/>
    <w:rsid w:val="00FD3DE9"/>
    <w:rsid w:val="00FD43A9"/>
    <w:rsid w:val="00FE54FE"/>
    <w:rsid w:val="00FF2B99"/>
    <w:rsid w:val="00FF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79F0C"/>
  <w15:chartTrackingRefBased/>
  <w15:docId w15:val="{AB79E106-F7C1-4A77-B690-B1360189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9" w:qFormat="1"/>
    <w:lsdException w:name="table of figures" w:semiHidden="1" w:unhideWhenUsed="1"/>
    <w:lsdException w:name="envelope address" w:uiPriority="38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 w:qFormat="1"/>
    <w:lsdException w:name="List Bullet" w:uiPriority="10" w:qFormat="1"/>
    <w:lsdException w:name="List Number" w:uiPriority="12" w:qFormat="1"/>
    <w:lsdException w:name="List 2" w:uiPriority="17" w:qFormat="1"/>
    <w:lsdException w:name="List 3" w:uiPriority="17" w:qFormat="1"/>
    <w:lsdException w:name="List 4" w:uiPriority="17" w:qFormat="1"/>
    <w:lsdException w:name="List 5" w:uiPriority="17" w:qFormat="1"/>
    <w:lsdException w:name="List Bullet 2" w:uiPriority="11" w:qFormat="1"/>
    <w:lsdException w:name="List Bullet 3" w:uiPriority="11" w:qFormat="1"/>
    <w:lsdException w:name="List Bullet 4" w:uiPriority="11" w:qFormat="1"/>
    <w:lsdException w:name="List Bullet 5" w:uiPriority="11" w:qFormat="1"/>
    <w:lsdException w:name="List Number 2" w:uiPriority="13" w:qFormat="1"/>
    <w:lsdException w:name="List Number 3" w:uiPriority="13" w:qFormat="1"/>
    <w:lsdException w:name="List Number 4" w:uiPriority="13" w:qFormat="1"/>
    <w:lsdException w:name="List Number 5" w:uiPriority="13" w:qFormat="1"/>
    <w:lsdException w:name="Title" w:uiPriority="10" w:qFormat="1"/>
    <w:lsdException w:name="Closing" w:uiPriority="27"/>
    <w:lsdException w:name="Signature" w:uiPriority="28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 w:qFormat="1"/>
    <w:lsdException w:name="List Continue 5" w:uiPriority="15" w:qFormat="1"/>
    <w:lsdException w:name="Message Header" w:semiHidden="1" w:unhideWhenUsed="1"/>
    <w:lsdException w:name="Subtitle" w:uiPriority="11" w:qFormat="1"/>
    <w:lsdException w:name="Salutation" w:semiHidden="1" w:uiPriority="26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0" w:qFormat="1"/>
    <w:lsdException w:name="Emphasis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7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C9"/>
    <w:pPr>
      <w:spacing w:after="120" w:line="280" w:lineRule="atLeast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24F8F"/>
    <w:pPr>
      <w:keepNext/>
      <w:keepLines/>
      <w:pageBreakBefore/>
      <w:numPr>
        <w:numId w:val="2"/>
      </w:numPr>
      <w:spacing w:after="36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24F8F"/>
    <w:pPr>
      <w:keepNext/>
      <w:keepLines/>
      <w:numPr>
        <w:ilvl w:val="1"/>
        <w:numId w:val="2"/>
      </w:numPr>
      <w:spacing w:before="3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D24F8F"/>
    <w:pPr>
      <w:keepNext/>
      <w:keepLines/>
      <w:numPr>
        <w:ilvl w:val="2"/>
        <w:numId w:val="2"/>
      </w:numPr>
      <w:spacing w:before="3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750460"/>
    <w:pPr>
      <w:keepNext/>
      <w:keepLines/>
      <w:numPr>
        <w:ilvl w:val="3"/>
        <w:numId w:val="2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Nadpis5">
    <w:name w:val="heading 5"/>
    <w:basedOn w:val="Normln"/>
    <w:next w:val="Normln"/>
    <w:link w:val="Nadpis5Char"/>
    <w:uiPriority w:val="4"/>
    <w:qFormat/>
    <w:rsid w:val="005B50D3"/>
    <w:pPr>
      <w:keepNext/>
      <w:keepLines/>
      <w:numPr>
        <w:ilvl w:val="4"/>
        <w:numId w:val="2"/>
      </w:numPr>
      <w:spacing w:before="2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4"/>
    <w:rsid w:val="005B50D3"/>
    <w:pPr>
      <w:keepNext/>
      <w:keepLines/>
      <w:numPr>
        <w:ilvl w:val="5"/>
        <w:numId w:val="2"/>
      </w:numPr>
      <w:spacing w:before="2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4"/>
    <w:rsid w:val="005B50D3"/>
    <w:pPr>
      <w:keepNext/>
      <w:keepLines/>
      <w:numPr>
        <w:ilvl w:val="6"/>
        <w:numId w:val="2"/>
      </w:numPr>
      <w:spacing w:before="240" w:after="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4"/>
    <w:rsid w:val="005B50D3"/>
    <w:pPr>
      <w:keepNext/>
      <w:keepLines/>
      <w:numPr>
        <w:ilvl w:val="7"/>
        <w:numId w:val="2"/>
      </w:numPr>
      <w:spacing w:before="240" w:after="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Nadpis9">
    <w:name w:val="heading 9"/>
    <w:basedOn w:val="Normln"/>
    <w:next w:val="Normln"/>
    <w:link w:val="Nadpis9Char"/>
    <w:uiPriority w:val="4"/>
    <w:rsid w:val="005B50D3"/>
    <w:pPr>
      <w:keepNext/>
      <w:keepLines/>
      <w:numPr>
        <w:ilvl w:val="8"/>
        <w:numId w:val="2"/>
      </w:numPr>
      <w:spacing w:before="240" w:after="0"/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D85"/>
    <w:pPr>
      <w:spacing w:after="0" w:line="280" w:lineRule="atLeast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"/>
    <w:rsid w:val="00D24F8F"/>
    <w:rPr>
      <w:rFonts w:asciiTheme="majorHAnsi" w:eastAsiaTheme="majorEastAsia" w:hAnsiTheme="majorHAnsi" w:cstheme="majorBidi"/>
      <w:b/>
      <w:sz w:val="4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24F8F"/>
    <w:rPr>
      <w:rFonts w:asciiTheme="majorHAnsi" w:eastAsiaTheme="majorEastAsia" w:hAnsiTheme="majorHAnsi" w:cstheme="majorBidi"/>
      <w:b/>
      <w:sz w:val="32"/>
      <w:szCs w:val="26"/>
    </w:rPr>
  </w:style>
  <w:style w:type="paragraph" w:styleId="Nzev">
    <w:name w:val="Title"/>
    <w:basedOn w:val="Normln"/>
    <w:next w:val="Normln"/>
    <w:link w:val="NzevChar"/>
    <w:uiPriority w:val="17"/>
    <w:qFormat/>
    <w:rsid w:val="00666131"/>
    <w:pPr>
      <w:spacing w:after="1680" w:line="240" w:lineRule="auto"/>
      <w:contextualSpacing/>
    </w:pPr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character" w:customStyle="1" w:styleId="NzevChar">
    <w:name w:val="Název Char"/>
    <w:basedOn w:val="Standardnpsmoodstavce"/>
    <w:link w:val="Nzev"/>
    <w:uiPriority w:val="17"/>
    <w:rsid w:val="00666131"/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paragraph" w:styleId="Podnadpis">
    <w:name w:val="Subtitle"/>
    <w:basedOn w:val="Normln"/>
    <w:next w:val="Normln"/>
    <w:link w:val="PodnadpisChar"/>
    <w:uiPriority w:val="18"/>
    <w:qFormat/>
    <w:rsid w:val="0008574E"/>
    <w:pPr>
      <w:numPr>
        <w:ilvl w:val="1"/>
      </w:numPr>
      <w:spacing w:before="240" w:after="440"/>
    </w:pPr>
    <w:rPr>
      <w:rFonts w:asciiTheme="majorHAnsi" w:eastAsiaTheme="minorEastAsia" w:hAnsiTheme="majorHAnsi"/>
      <w:b/>
      <w:sz w:val="32"/>
    </w:rPr>
  </w:style>
  <w:style w:type="character" w:customStyle="1" w:styleId="PodnadpisChar">
    <w:name w:val="Podnadpis Char"/>
    <w:basedOn w:val="Standardnpsmoodstavce"/>
    <w:link w:val="Podnadpis"/>
    <w:uiPriority w:val="18"/>
    <w:rsid w:val="0008574E"/>
    <w:rPr>
      <w:rFonts w:asciiTheme="majorHAnsi" w:eastAsiaTheme="minorEastAsia" w:hAnsiTheme="majorHAnsi"/>
      <w:b/>
      <w:sz w:val="32"/>
    </w:rPr>
  </w:style>
  <w:style w:type="character" w:customStyle="1" w:styleId="Nadpis3Char">
    <w:name w:val="Nadpis 3 Char"/>
    <w:basedOn w:val="Standardnpsmoodstavce"/>
    <w:link w:val="Nadpis3"/>
    <w:uiPriority w:val="4"/>
    <w:rsid w:val="00D24F8F"/>
    <w:rPr>
      <w:rFonts w:asciiTheme="majorHAnsi" w:eastAsiaTheme="majorEastAsia" w:hAnsiTheme="majorHAnsi" w:cstheme="majorBidi"/>
      <w:b/>
      <w:sz w:val="24"/>
      <w:szCs w:val="24"/>
    </w:rPr>
  </w:style>
  <w:style w:type="paragraph" w:styleId="Zhlav">
    <w:name w:val="header"/>
    <w:basedOn w:val="Normln"/>
    <w:link w:val="ZhlavChar"/>
    <w:uiPriority w:val="37"/>
    <w:unhideWhenUsed/>
    <w:rsid w:val="00AD3F56"/>
    <w:pPr>
      <w:tabs>
        <w:tab w:val="center" w:pos="4536"/>
        <w:tab w:val="right" w:pos="9072"/>
      </w:tabs>
      <w:spacing w:after="0" w:line="200" w:lineRule="atLeast"/>
    </w:pPr>
    <w:rPr>
      <w:sz w:val="15"/>
    </w:rPr>
  </w:style>
  <w:style w:type="character" w:customStyle="1" w:styleId="ZhlavChar">
    <w:name w:val="Záhlaví Char"/>
    <w:basedOn w:val="Standardnpsmoodstavce"/>
    <w:link w:val="Zhlav"/>
    <w:uiPriority w:val="37"/>
    <w:rsid w:val="00AD3F56"/>
    <w:rPr>
      <w:spacing w:val="-1"/>
      <w:sz w:val="15"/>
    </w:rPr>
  </w:style>
  <w:style w:type="paragraph" w:styleId="Zpat">
    <w:name w:val="footer"/>
    <w:basedOn w:val="Normln"/>
    <w:link w:val="ZpatChar"/>
    <w:uiPriority w:val="37"/>
    <w:unhideWhenUsed/>
    <w:rsid w:val="00854BFA"/>
    <w:pPr>
      <w:tabs>
        <w:tab w:val="center" w:pos="4536"/>
        <w:tab w:val="right" w:pos="9072"/>
      </w:tabs>
      <w:spacing w:after="0" w:line="200" w:lineRule="atLeast"/>
    </w:pPr>
    <w:rPr>
      <w:color w:val="DDDDDD" w:themeColor="accent1"/>
      <w:sz w:val="14"/>
    </w:rPr>
  </w:style>
  <w:style w:type="character" w:customStyle="1" w:styleId="ZpatChar">
    <w:name w:val="Zápatí Char"/>
    <w:basedOn w:val="Standardnpsmoodstavce"/>
    <w:link w:val="Zpat"/>
    <w:uiPriority w:val="37"/>
    <w:rsid w:val="00854BFA"/>
    <w:rPr>
      <w:color w:val="DDDDDD" w:themeColor="accent1"/>
      <w:spacing w:val="-1"/>
      <w:sz w:val="14"/>
    </w:rPr>
  </w:style>
  <w:style w:type="character" w:customStyle="1" w:styleId="Nadpis4Char">
    <w:name w:val="Nadpis 4 Char"/>
    <w:basedOn w:val="Standardnpsmoodstavce"/>
    <w:link w:val="Nadpis4"/>
    <w:uiPriority w:val="4"/>
    <w:rsid w:val="00750460"/>
    <w:rPr>
      <w:rFonts w:asciiTheme="majorHAnsi" w:eastAsiaTheme="majorEastAsia" w:hAnsiTheme="majorHAnsi" w:cstheme="majorBidi"/>
      <w:b/>
      <w:iCs/>
      <w:sz w:val="20"/>
    </w:rPr>
  </w:style>
  <w:style w:type="paragraph" w:styleId="Adresanaoblku">
    <w:name w:val="envelope address"/>
    <w:basedOn w:val="Normln"/>
    <w:uiPriority w:val="31"/>
    <w:rsid w:val="00DE0A3A"/>
    <w:pPr>
      <w:spacing w:after="0"/>
      <w:contextualSpacing/>
    </w:pPr>
    <w:rPr>
      <w:rFonts w:eastAsiaTheme="majorEastAsia" w:cstheme="majorBidi"/>
      <w:szCs w:val="24"/>
    </w:rPr>
  </w:style>
  <w:style w:type="paragraph" w:styleId="Datum">
    <w:name w:val="Date"/>
    <w:basedOn w:val="Normln"/>
    <w:next w:val="Normln"/>
    <w:link w:val="DatumChar"/>
    <w:uiPriority w:val="32"/>
    <w:rsid w:val="001F6F0D"/>
    <w:pPr>
      <w:spacing w:before="240" w:after="240"/>
      <w:jc w:val="right"/>
    </w:pPr>
  </w:style>
  <w:style w:type="character" w:customStyle="1" w:styleId="DatumChar">
    <w:name w:val="Datum Char"/>
    <w:basedOn w:val="Standardnpsmoodstavce"/>
    <w:link w:val="Datum"/>
    <w:uiPriority w:val="32"/>
    <w:rsid w:val="00D112DC"/>
    <w:rPr>
      <w:sz w:val="19"/>
    </w:rPr>
  </w:style>
  <w:style w:type="paragraph" w:styleId="Seznamsodrkami">
    <w:name w:val="List Bullet"/>
    <w:basedOn w:val="Normln"/>
    <w:uiPriority w:val="5"/>
    <w:qFormat/>
    <w:rsid w:val="0089049E"/>
    <w:pPr>
      <w:numPr>
        <w:numId w:val="3"/>
      </w:numPr>
    </w:pPr>
  </w:style>
  <w:style w:type="paragraph" w:styleId="Seznamsodrkami2">
    <w:name w:val="List Bullet 2"/>
    <w:basedOn w:val="Normln"/>
    <w:uiPriority w:val="6"/>
    <w:qFormat/>
    <w:rsid w:val="0089049E"/>
    <w:pPr>
      <w:numPr>
        <w:ilvl w:val="1"/>
        <w:numId w:val="3"/>
      </w:numPr>
    </w:pPr>
    <w:rPr>
      <w:noProof/>
    </w:rPr>
  </w:style>
  <w:style w:type="paragraph" w:styleId="Seznamsodrkami3">
    <w:name w:val="List Bullet 3"/>
    <w:basedOn w:val="Normln"/>
    <w:uiPriority w:val="6"/>
    <w:qFormat/>
    <w:rsid w:val="0089049E"/>
    <w:pPr>
      <w:numPr>
        <w:ilvl w:val="2"/>
        <w:numId w:val="3"/>
      </w:numPr>
    </w:pPr>
  </w:style>
  <w:style w:type="paragraph" w:styleId="slovanseznam">
    <w:name w:val="List Number"/>
    <w:basedOn w:val="Normln"/>
    <w:uiPriority w:val="7"/>
    <w:qFormat/>
    <w:rsid w:val="0089049E"/>
    <w:pPr>
      <w:numPr>
        <w:numId w:val="1"/>
      </w:numPr>
    </w:pPr>
  </w:style>
  <w:style w:type="paragraph" w:styleId="slovanseznam2">
    <w:name w:val="List Number 2"/>
    <w:basedOn w:val="Normln"/>
    <w:uiPriority w:val="8"/>
    <w:qFormat/>
    <w:rsid w:val="0089049E"/>
    <w:pPr>
      <w:numPr>
        <w:ilvl w:val="1"/>
        <w:numId w:val="1"/>
      </w:numPr>
    </w:pPr>
  </w:style>
  <w:style w:type="paragraph" w:styleId="slovanseznam3">
    <w:name w:val="List Number 3"/>
    <w:basedOn w:val="Normln"/>
    <w:uiPriority w:val="8"/>
    <w:qFormat/>
    <w:rsid w:val="0089049E"/>
    <w:pPr>
      <w:numPr>
        <w:ilvl w:val="2"/>
        <w:numId w:val="1"/>
      </w:numPr>
    </w:pPr>
  </w:style>
  <w:style w:type="paragraph" w:styleId="Pokraovnseznamu">
    <w:name w:val="List Continue"/>
    <w:basedOn w:val="Normln"/>
    <w:uiPriority w:val="11"/>
    <w:qFormat/>
    <w:rsid w:val="006F3791"/>
  </w:style>
  <w:style w:type="paragraph" w:styleId="Pokraovnseznamu2">
    <w:name w:val="List Continue 2"/>
    <w:basedOn w:val="Normln"/>
    <w:uiPriority w:val="12"/>
    <w:qFormat/>
    <w:rsid w:val="005B2788"/>
    <w:pPr>
      <w:ind w:left="425"/>
    </w:pPr>
  </w:style>
  <w:style w:type="paragraph" w:styleId="Pokraovnseznamu3">
    <w:name w:val="List Continue 3"/>
    <w:basedOn w:val="Normln"/>
    <w:uiPriority w:val="12"/>
    <w:qFormat/>
    <w:rsid w:val="005B2788"/>
    <w:pPr>
      <w:ind w:left="851"/>
    </w:pPr>
  </w:style>
  <w:style w:type="paragraph" w:styleId="Obsah1">
    <w:name w:val="toc 1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before="120"/>
      <w:ind w:left="567" w:hanging="567"/>
    </w:pPr>
    <w:rPr>
      <w:rFonts w:asciiTheme="majorHAnsi" w:hAnsiTheme="majorHAnsi"/>
      <w:b/>
      <w:noProof/>
      <w:sz w:val="32"/>
    </w:rPr>
  </w:style>
  <w:style w:type="paragraph" w:styleId="Obsah2">
    <w:name w:val="toc 2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after="0"/>
      <w:ind w:left="567" w:hanging="567"/>
    </w:pPr>
    <w:rPr>
      <w:b/>
      <w:noProof/>
      <w:sz w:val="24"/>
    </w:rPr>
  </w:style>
  <w:style w:type="paragraph" w:styleId="Obsah3">
    <w:name w:val="toc 3"/>
    <w:basedOn w:val="Normln"/>
    <w:next w:val="Normln"/>
    <w:uiPriority w:val="39"/>
    <w:unhideWhenUsed/>
    <w:rsid w:val="0089049E"/>
    <w:pPr>
      <w:tabs>
        <w:tab w:val="left" w:pos="1276"/>
        <w:tab w:val="right" w:leader="dot" w:pos="9062"/>
      </w:tabs>
      <w:spacing w:after="0"/>
      <w:ind w:left="1276" w:hanging="709"/>
    </w:pPr>
    <w:rPr>
      <w:noProof/>
    </w:rPr>
  </w:style>
  <w:style w:type="paragraph" w:styleId="Obsah4">
    <w:name w:val="toc 4"/>
    <w:basedOn w:val="Normln"/>
    <w:next w:val="Normln"/>
    <w:uiPriority w:val="39"/>
    <w:semiHidden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semiHidden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5E29CC"/>
    <w:pPr>
      <w:spacing w:after="100"/>
      <w:ind w:left="1600"/>
    </w:pPr>
  </w:style>
  <w:style w:type="character" w:customStyle="1" w:styleId="Nadpis5Char">
    <w:name w:val="Nadpis 5 Char"/>
    <w:basedOn w:val="Standardnpsmoodstavce"/>
    <w:link w:val="Nadpis5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6Char">
    <w:name w:val="Nadpis 6 Char"/>
    <w:basedOn w:val="Standardnpsmoodstavce"/>
    <w:link w:val="Nadpis6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7Char">
    <w:name w:val="Nadpis 7 Char"/>
    <w:basedOn w:val="Standardnpsmoodstavce"/>
    <w:link w:val="Nadpis7"/>
    <w:uiPriority w:val="4"/>
    <w:rsid w:val="00C343B7"/>
    <w:rPr>
      <w:rFonts w:asciiTheme="majorHAnsi" w:eastAsiaTheme="majorEastAsia" w:hAnsiTheme="majorHAnsi" w:cstheme="majorBidi"/>
      <w:b/>
      <w:iCs/>
      <w:sz w:val="18"/>
    </w:rPr>
  </w:style>
  <w:style w:type="character" w:customStyle="1" w:styleId="Nadpis8Char">
    <w:name w:val="Nadpis 8 Char"/>
    <w:basedOn w:val="Standardnpsmoodstavce"/>
    <w:link w:val="Nadpis8"/>
    <w:uiPriority w:val="4"/>
    <w:rsid w:val="00C343B7"/>
    <w:rPr>
      <w:rFonts w:asciiTheme="majorHAnsi" w:eastAsiaTheme="majorEastAsia" w:hAnsiTheme="majorHAnsi" w:cstheme="majorBidi"/>
      <w:b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4"/>
    <w:rsid w:val="00C343B7"/>
    <w:rPr>
      <w:rFonts w:asciiTheme="majorHAnsi" w:eastAsiaTheme="majorEastAsia" w:hAnsiTheme="majorHAnsi" w:cstheme="majorBidi"/>
      <w:b/>
      <w:iCs/>
      <w:sz w:val="18"/>
      <w:szCs w:val="21"/>
    </w:rPr>
  </w:style>
  <w:style w:type="paragraph" w:customStyle="1" w:styleId="Nadpis1neslovan">
    <w:name w:val="Nadpis 1 nečíslovaný"/>
    <w:basedOn w:val="Nadpis1"/>
    <w:next w:val="Normln"/>
    <w:link w:val="Nadpis1neslovanChar"/>
    <w:uiPriority w:val="14"/>
    <w:qFormat/>
    <w:rsid w:val="00350DC3"/>
    <w:pPr>
      <w:numPr>
        <w:numId w:val="0"/>
      </w:numPr>
    </w:pPr>
  </w:style>
  <w:style w:type="paragraph" w:customStyle="1" w:styleId="Nadpis2neslovan">
    <w:name w:val="Nadpis 2 nečíslovaný"/>
    <w:basedOn w:val="Nadpis2"/>
    <w:next w:val="Normln"/>
    <w:link w:val="Nadpis2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1neslovanChar">
    <w:name w:val="Nadpis 1 nečíslovaný Char"/>
    <w:basedOn w:val="Nadpis1Char"/>
    <w:link w:val="Nadpis1neslovan"/>
    <w:uiPriority w:val="14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">
    <w:name w:val="Nadpis 3 nečíslovaný"/>
    <w:basedOn w:val="Nadpis3"/>
    <w:next w:val="Normln"/>
    <w:link w:val="Nadpis3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2neslovanChar">
    <w:name w:val="Nadpis 2 nečíslovaný Char"/>
    <w:basedOn w:val="Nadpis2Char"/>
    <w:link w:val="Nadpis2neslovan"/>
    <w:uiPriority w:val="14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">
    <w:name w:val="Nadpis 4 nečíslovaný"/>
    <w:basedOn w:val="Nadpis4"/>
    <w:next w:val="Normln"/>
    <w:link w:val="Nadpis4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3neslovanChar">
    <w:name w:val="Nadpis 3 nečíslovaný Char"/>
    <w:basedOn w:val="Nadpis3Char"/>
    <w:link w:val="Nadpis3neslovan"/>
    <w:uiPriority w:val="14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">
    <w:name w:val="Nadpis 5 nečíslovaný"/>
    <w:basedOn w:val="Nadpis5"/>
    <w:next w:val="Normln"/>
    <w:link w:val="Nadpis5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4neslovanChar">
    <w:name w:val="Nadpis 4 nečíslovaný Char"/>
    <w:basedOn w:val="Nadpis4Char"/>
    <w:link w:val="Nadpis4neslovan"/>
    <w:uiPriority w:val="14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paragraph" w:customStyle="1" w:styleId="Nadpis1neslovannenvobsahu">
    <w:name w:val="Nadpis 1 nečíslovaný (není v obsahu)"/>
    <w:basedOn w:val="Nadpis1neslovan"/>
    <w:next w:val="Normln"/>
    <w:link w:val="Nadpis1neslovannenvobsahuChar"/>
    <w:uiPriority w:val="15"/>
    <w:qFormat/>
    <w:rsid w:val="00EF6FB2"/>
    <w:pPr>
      <w:outlineLvl w:val="9"/>
    </w:pPr>
  </w:style>
  <w:style w:type="character" w:customStyle="1" w:styleId="Nadpis5neslovanChar">
    <w:name w:val="Nadpis 5 nečíslovaný Char"/>
    <w:basedOn w:val="Nadpis5Char"/>
    <w:link w:val="Nadpis5neslovan"/>
    <w:uiPriority w:val="14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customStyle="1" w:styleId="Nadpis2neslovannenvobsahu">
    <w:name w:val="Nadpis 2 nečíslovaný (není v obsahu)"/>
    <w:basedOn w:val="Nadpis2neslovan"/>
    <w:next w:val="Normln"/>
    <w:link w:val="Nadpis2neslovannenvobsahuChar"/>
    <w:uiPriority w:val="15"/>
    <w:qFormat/>
    <w:rsid w:val="00EF6FB2"/>
    <w:pPr>
      <w:outlineLvl w:val="9"/>
    </w:pPr>
  </w:style>
  <w:style w:type="character" w:customStyle="1" w:styleId="Nadpis1neslovannenvobsahuChar">
    <w:name w:val="Nadpis 1 nečíslovaný (není v obsahu) Char"/>
    <w:basedOn w:val="Nadpis1neslovanChar"/>
    <w:link w:val="Nadpis1neslovannenvobsahu"/>
    <w:uiPriority w:val="15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nenvobsahu">
    <w:name w:val="Nadpis 3 nečíslovaný (není v obsahu)"/>
    <w:basedOn w:val="Nadpis3neslovan"/>
    <w:next w:val="Normln"/>
    <w:link w:val="Nadpis3neslovannenvobsahuChar"/>
    <w:uiPriority w:val="15"/>
    <w:qFormat/>
    <w:rsid w:val="00EF6FB2"/>
    <w:pPr>
      <w:outlineLvl w:val="9"/>
    </w:pPr>
  </w:style>
  <w:style w:type="character" w:customStyle="1" w:styleId="Nadpis2neslovannenvobsahuChar">
    <w:name w:val="Nadpis 2 nečíslovaný (není v obsahu) Char"/>
    <w:basedOn w:val="Nadpis2neslovanChar"/>
    <w:link w:val="Nadpis2neslovannenvobsahu"/>
    <w:uiPriority w:val="15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nenvobsahu">
    <w:name w:val="Nadpis 4 nečíslovaný (není v obsahu)"/>
    <w:basedOn w:val="Nadpis4neslovan"/>
    <w:next w:val="Normln"/>
    <w:link w:val="Nadpis4neslovannenvobsahuChar"/>
    <w:uiPriority w:val="15"/>
    <w:qFormat/>
    <w:rsid w:val="00EF6FB2"/>
    <w:pPr>
      <w:outlineLvl w:val="9"/>
    </w:pPr>
  </w:style>
  <w:style w:type="character" w:customStyle="1" w:styleId="Nadpis3neslovannenvobsahuChar">
    <w:name w:val="Nadpis 3 nečíslovaný (není v obsahu) Char"/>
    <w:basedOn w:val="Nadpis3neslovanChar"/>
    <w:link w:val="Nadpis3neslovannenvobsahu"/>
    <w:uiPriority w:val="15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nenvobsahu">
    <w:name w:val="Nadpis 5 nečíslovaný (není v obsahu)"/>
    <w:basedOn w:val="Nadpis5neslovan"/>
    <w:next w:val="Normln"/>
    <w:link w:val="Nadpis5neslovannenvobsahuChar"/>
    <w:uiPriority w:val="15"/>
    <w:qFormat/>
    <w:rsid w:val="00EF6FB2"/>
    <w:pPr>
      <w:outlineLvl w:val="9"/>
    </w:pPr>
  </w:style>
  <w:style w:type="character" w:customStyle="1" w:styleId="Nadpis4neslovannenvobsahuChar">
    <w:name w:val="Nadpis 4 nečíslovaný (není v obsahu) Char"/>
    <w:basedOn w:val="Nadpis4neslovanChar"/>
    <w:link w:val="Nadpis4neslovannenvobsahu"/>
    <w:uiPriority w:val="15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character" w:customStyle="1" w:styleId="Nadpis5neslovannenvobsahuChar">
    <w:name w:val="Nadpis 5 nečíslovaný (není v obsahu) Char"/>
    <w:basedOn w:val="Nadpis5neslovanChar"/>
    <w:link w:val="Nadpis5neslovannenvobsahu"/>
    <w:uiPriority w:val="15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styleId="Seznamsodrkami4">
    <w:name w:val="List Bullet 4"/>
    <w:basedOn w:val="Normln"/>
    <w:uiPriority w:val="6"/>
    <w:qFormat/>
    <w:rsid w:val="0089049E"/>
    <w:pPr>
      <w:numPr>
        <w:ilvl w:val="3"/>
        <w:numId w:val="3"/>
      </w:numPr>
    </w:pPr>
  </w:style>
  <w:style w:type="paragraph" w:styleId="Seznamsodrkami5">
    <w:name w:val="List Bullet 5"/>
    <w:basedOn w:val="Normln"/>
    <w:uiPriority w:val="6"/>
    <w:qFormat/>
    <w:rsid w:val="0089049E"/>
    <w:pPr>
      <w:numPr>
        <w:ilvl w:val="4"/>
        <w:numId w:val="3"/>
      </w:numPr>
    </w:pPr>
  </w:style>
  <w:style w:type="paragraph" w:styleId="Pokraovnseznamu4">
    <w:name w:val="List Continue 4"/>
    <w:basedOn w:val="Normln"/>
    <w:uiPriority w:val="12"/>
    <w:qFormat/>
    <w:rsid w:val="005B2788"/>
    <w:pPr>
      <w:ind w:left="1276"/>
    </w:pPr>
  </w:style>
  <w:style w:type="paragraph" w:styleId="Pokraovnseznamu5">
    <w:name w:val="List Continue 5"/>
    <w:basedOn w:val="Normln"/>
    <w:uiPriority w:val="12"/>
    <w:qFormat/>
    <w:rsid w:val="005B2788"/>
    <w:pPr>
      <w:ind w:left="1701"/>
    </w:pPr>
  </w:style>
  <w:style w:type="paragraph" w:styleId="slovanseznam4">
    <w:name w:val="List Number 4"/>
    <w:basedOn w:val="Normln"/>
    <w:uiPriority w:val="8"/>
    <w:qFormat/>
    <w:rsid w:val="0089049E"/>
    <w:pPr>
      <w:numPr>
        <w:ilvl w:val="3"/>
        <w:numId w:val="1"/>
      </w:numPr>
    </w:pPr>
  </w:style>
  <w:style w:type="paragraph" w:styleId="slovanseznam5">
    <w:name w:val="List Number 5"/>
    <w:basedOn w:val="Normln"/>
    <w:uiPriority w:val="8"/>
    <w:qFormat/>
    <w:rsid w:val="0089049E"/>
    <w:pPr>
      <w:numPr>
        <w:ilvl w:val="4"/>
        <w:numId w:val="1"/>
      </w:numPr>
    </w:pPr>
  </w:style>
  <w:style w:type="character" w:styleId="Zdraznnintenzivn">
    <w:name w:val="Intense Emphasis"/>
    <w:basedOn w:val="Standardnpsmoodstavce"/>
    <w:uiPriority w:val="22"/>
    <w:qFormat/>
    <w:rsid w:val="00DE575B"/>
    <w:rPr>
      <w:rFonts w:asciiTheme="majorHAnsi" w:hAnsiTheme="majorHAnsi"/>
      <w:b/>
      <w:i w:val="0"/>
      <w:iCs/>
      <w:color w:val="808080" w:themeColor="accent4"/>
      <w:lang w:val="cs-CZ"/>
    </w:rPr>
  </w:style>
  <w:style w:type="paragraph" w:styleId="Seznam">
    <w:name w:val="List"/>
    <w:basedOn w:val="Normln"/>
    <w:uiPriority w:val="9"/>
    <w:qFormat/>
    <w:rsid w:val="0089049E"/>
    <w:pPr>
      <w:numPr>
        <w:numId w:val="4"/>
      </w:numPr>
    </w:pPr>
  </w:style>
  <w:style w:type="paragraph" w:styleId="Seznam2">
    <w:name w:val="List 2"/>
    <w:basedOn w:val="Normln"/>
    <w:uiPriority w:val="10"/>
    <w:qFormat/>
    <w:rsid w:val="0089049E"/>
    <w:pPr>
      <w:numPr>
        <w:ilvl w:val="1"/>
        <w:numId w:val="4"/>
      </w:numPr>
    </w:pPr>
  </w:style>
  <w:style w:type="paragraph" w:styleId="Seznam3">
    <w:name w:val="List 3"/>
    <w:basedOn w:val="Normln"/>
    <w:uiPriority w:val="10"/>
    <w:qFormat/>
    <w:rsid w:val="0089049E"/>
    <w:pPr>
      <w:numPr>
        <w:ilvl w:val="2"/>
        <w:numId w:val="4"/>
      </w:numPr>
    </w:pPr>
  </w:style>
  <w:style w:type="paragraph" w:styleId="Seznam4">
    <w:name w:val="List 4"/>
    <w:basedOn w:val="Normln"/>
    <w:uiPriority w:val="10"/>
    <w:qFormat/>
    <w:rsid w:val="0089049E"/>
    <w:pPr>
      <w:numPr>
        <w:ilvl w:val="3"/>
        <w:numId w:val="4"/>
      </w:numPr>
    </w:pPr>
  </w:style>
  <w:style w:type="paragraph" w:styleId="Seznam5">
    <w:name w:val="List 5"/>
    <w:basedOn w:val="Normln"/>
    <w:uiPriority w:val="10"/>
    <w:qFormat/>
    <w:rsid w:val="0089049E"/>
    <w:pPr>
      <w:numPr>
        <w:ilvl w:val="4"/>
        <w:numId w:val="4"/>
      </w:numPr>
    </w:pPr>
  </w:style>
  <w:style w:type="paragraph" w:styleId="Zvr">
    <w:name w:val="Closing"/>
    <w:basedOn w:val="Normln"/>
    <w:link w:val="ZvrChar"/>
    <w:uiPriority w:val="34"/>
    <w:rsid w:val="00760E91"/>
    <w:pPr>
      <w:spacing w:before="260" w:after="780" w:line="240" w:lineRule="auto"/>
    </w:pPr>
  </w:style>
  <w:style w:type="character" w:customStyle="1" w:styleId="ZvrChar">
    <w:name w:val="Závěr Char"/>
    <w:basedOn w:val="Standardnpsmoodstavce"/>
    <w:link w:val="Zvr"/>
    <w:uiPriority w:val="34"/>
    <w:rsid w:val="00760E91"/>
    <w:rPr>
      <w:spacing w:val="-1"/>
      <w:sz w:val="19"/>
    </w:rPr>
  </w:style>
  <w:style w:type="paragraph" w:styleId="Podpis">
    <w:name w:val="Signature"/>
    <w:basedOn w:val="Normln"/>
    <w:link w:val="PodpisChar"/>
    <w:uiPriority w:val="35"/>
    <w:rsid w:val="00760E91"/>
    <w:pPr>
      <w:spacing w:before="260" w:after="0"/>
      <w:contextualSpacing/>
    </w:pPr>
  </w:style>
  <w:style w:type="character" w:customStyle="1" w:styleId="PodpisChar">
    <w:name w:val="Podpis Char"/>
    <w:basedOn w:val="Standardnpsmoodstavce"/>
    <w:link w:val="Podpis"/>
    <w:uiPriority w:val="35"/>
    <w:rsid w:val="00760E91"/>
    <w:rPr>
      <w:spacing w:val="-1"/>
      <w:sz w:val="19"/>
    </w:rPr>
  </w:style>
  <w:style w:type="table" w:styleId="Mkatabulky">
    <w:name w:val="Table Grid"/>
    <w:basedOn w:val="Normlntabulka"/>
    <w:uiPriority w:val="39"/>
    <w:rsid w:val="007C022F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uiPriority w:val="29"/>
    <w:qFormat/>
    <w:rsid w:val="00750460"/>
    <w:pPr>
      <w:spacing w:before="240" w:line="240" w:lineRule="auto"/>
    </w:pPr>
    <w:rPr>
      <w:rFonts w:asciiTheme="majorHAnsi" w:hAnsiTheme="majorHAnsi"/>
      <w:iCs/>
      <w:sz w:val="16"/>
      <w:szCs w:val="18"/>
    </w:rPr>
  </w:style>
  <w:style w:type="table" w:customStyle="1" w:styleId="TabulkaRokytnicenadJizerou">
    <w:name w:val="Tabulka Rokytnice nad Jizerou"/>
    <w:basedOn w:val="Normlntabulka"/>
    <w:uiPriority w:val="99"/>
    <w:rsid w:val="00E4128E"/>
    <w:pPr>
      <w:spacing w:after="0" w:line="240" w:lineRule="auto"/>
      <w:contextualSpacing/>
    </w:p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Theme="majorHAnsi" w:hAnsiTheme="majorHAnsi"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rFonts w:asciiTheme="majorHAnsi" w:hAnsiTheme="majorHAnsi"/>
        <w:b w:val="0"/>
      </w:rPr>
      <w:tblPr/>
      <w:tcPr>
        <w:shd w:val="clear" w:color="auto" w:fill="DFDFDF" w:themeFill="background2" w:themeFillShade="E6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/>
        <w:mirrorIndents w:val="0"/>
        <w:jc w:val="left"/>
        <w:outlineLvl w:val="9"/>
      </w:pPr>
      <w:rPr>
        <w:b w:val="0"/>
      </w:rPr>
    </w:tblStylePr>
    <w:tblStylePr w:type="band2Horz">
      <w:tblPr/>
      <w:tcPr>
        <w:shd w:val="clear" w:color="auto" w:fill="F8F8F8" w:themeFill="background2"/>
      </w:tcPr>
    </w:tblStylePr>
  </w:style>
  <w:style w:type="character" w:styleId="Hypertextovodkaz">
    <w:name w:val="Hyperlink"/>
    <w:basedOn w:val="Standardnpsmoodstavce"/>
    <w:uiPriority w:val="99"/>
    <w:unhideWhenUsed/>
    <w:rsid w:val="00BC6EA8"/>
    <w:rPr>
      <w:color w:val="5F5F5F" w:themeColor="hyperlink"/>
      <w:u w:val="single"/>
      <w:lang w:val="cs-CZ"/>
    </w:rPr>
  </w:style>
  <w:style w:type="paragraph" w:styleId="Nadpisobsahu">
    <w:name w:val="TOC Heading"/>
    <w:basedOn w:val="Nadpis1"/>
    <w:next w:val="Normln"/>
    <w:uiPriority w:val="39"/>
    <w:rsid w:val="00D61960"/>
    <w:pPr>
      <w:numPr>
        <w:numId w:val="0"/>
      </w:numPr>
      <w:ind w:left="-2835"/>
      <w:outlineLvl w:val="9"/>
    </w:pPr>
  </w:style>
  <w:style w:type="character" w:customStyle="1" w:styleId="TitulekChar">
    <w:name w:val="Titulek Char"/>
    <w:basedOn w:val="Standardnpsmoodstavce"/>
    <w:link w:val="Titulek"/>
    <w:uiPriority w:val="29"/>
    <w:rsid w:val="00750460"/>
    <w:rPr>
      <w:rFonts w:asciiTheme="majorHAnsi" w:hAnsiTheme="majorHAnsi"/>
      <w:iCs/>
      <w:spacing w:val="-1"/>
      <w:sz w:val="16"/>
      <w:szCs w:val="18"/>
    </w:rPr>
  </w:style>
  <w:style w:type="character" w:styleId="Zdraznnjemn">
    <w:name w:val="Subtle Emphasis"/>
    <w:basedOn w:val="Standardnpsmoodstavce"/>
    <w:uiPriority w:val="23"/>
    <w:qFormat/>
    <w:rsid w:val="00DE575B"/>
    <w:rPr>
      <w:i w:val="0"/>
      <w:iCs/>
      <w:color w:val="FFFFFF" w:themeColor="text2"/>
      <w:lang w:val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61CB5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61CB5"/>
    <w:rPr>
      <w:i/>
      <w:iCs/>
      <w:sz w:val="20"/>
      <w:lang w:val="cs-CZ"/>
    </w:rPr>
  </w:style>
  <w:style w:type="character" w:styleId="AkronymHTML">
    <w:name w:val="HTML Acronym"/>
    <w:basedOn w:val="Standardnpsmoodstavce"/>
    <w:uiPriority w:val="99"/>
    <w:semiHidden/>
    <w:unhideWhenUsed/>
    <w:rsid w:val="00561CB5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</w:rPr>
      <w:tblPr/>
      <w:tcPr>
        <w:shd w:val="clear" w:color="auto" w:fill="FFFFFF" w:themeFill="tex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FFF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61CB5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tabulkasmkou6">
    <w:name w:val="Grid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Barevntabulkaseznamu6">
    <w:name w:val="List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/>
        <w:bottom w:val="single" w:sz="4" w:space="0" w:color="FFFFFF" w:themeColor="text1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stnovn">
    <w:name w:val="Colorful Shading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text1" w:themeShade="99"/>
          <w:insideV w:val="nil"/>
        </w:tcBorders>
        <w:shd w:val="clear" w:color="auto" w:fill="99999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eznam">
    <w:name w:val="Colorful List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FFF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ibliografie">
    <w:name w:val="Bibliography"/>
    <w:basedOn w:val="Normln"/>
    <w:next w:val="Normln"/>
    <w:uiPriority w:val="36"/>
    <w:semiHidden/>
    <w:unhideWhenUsed/>
    <w:rsid w:val="00561CB5"/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61CB5"/>
    <w:pPr>
      <w:spacing w:before="200" w:after="160"/>
      <w:ind w:left="864" w:right="864"/>
      <w:jc w:val="center"/>
    </w:pPr>
    <w:rPr>
      <w:i/>
      <w:iCs/>
      <w:color w:val="FFFFFF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61CB5"/>
    <w:rPr>
      <w:i/>
      <w:iCs/>
      <w:color w:val="FFFFFF" w:themeColor="text1" w:themeTint="BF"/>
      <w:sz w:val="20"/>
      <w:lang w:val="cs-CZ"/>
    </w:rPr>
  </w:style>
  <w:style w:type="character" w:styleId="CittHTML">
    <w:name w:val="HTML Cite"/>
    <w:basedOn w:val="Standardnpsmoodstavce"/>
    <w:uiPriority w:val="99"/>
    <w:semiHidden/>
    <w:unhideWhenUsed/>
    <w:rsid w:val="00561CB5"/>
    <w:rPr>
      <w:i/>
      <w:iCs/>
      <w:lang w:val="cs-CZ"/>
    </w:rPr>
  </w:style>
  <w:style w:type="character" w:styleId="slodku">
    <w:name w:val="line number"/>
    <w:basedOn w:val="Standardnpsmoodstavce"/>
    <w:uiPriority w:val="99"/>
    <w:semiHidden/>
    <w:unhideWhenUsed/>
    <w:rsid w:val="00561CB5"/>
    <w:rPr>
      <w:lang w:val="cs-CZ"/>
    </w:rPr>
  </w:style>
  <w:style w:type="character" w:styleId="slostrnky">
    <w:name w:val="page number"/>
    <w:basedOn w:val="Standardnpsmoodstavce"/>
    <w:uiPriority w:val="99"/>
    <w:rsid w:val="003113DB"/>
    <w:rPr>
      <w:b/>
      <w:color w:val="auto"/>
      <w:sz w:val="18"/>
      <w:lang w:val="cs-CZ"/>
    </w:rPr>
  </w:style>
  <w:style w:type="character" w:styleId="DefiniceHTML">
    <w:name w:val="HTML Definition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Elegantntabulka">
    <w:name w:val="Table Elegant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character" w:customStyle="1" w:styleId="Hashtag1">
    <w:name w:val="Hashtag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paragraph" w:styleId="Hlavikaobsahu">
    <w:name w:val="toa heading"/>
    <w:basedOn w:val="Normln"/>
    <w:next w:val="Normln"/>
    <w:uiPriority w:val="99"/>
    <w:semiHidden/>
    <w:unhideWhenUsed/>
    <w:rsid w:val="00561C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61CB5"/>
    <w:rPr>
      <w:rFonts w:asciiTheme="majorHAnsi" w:eastAsiaTheme="majorEastAsia" w:hAnsiTheme="majorHAnsi" w:cstheme="majorBidi"/>
      <w:b/>
      <w:bCs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561CB5"/>
    <w:rPr>
      <w:u w:val="dotted"/>
      <w:lang w:val="cs-CZ"/>
    </w:rPr>
  </w:style>
  <w:style w:type="character" w:customStyle="1" w:styleId="Inteligentnodkaz1">
    <w:name w:val="Inteligentní odkaz1"/>
    <w:basedOn w:val="Standardnpsmoodstavce"/>
    <w:uiPriority w:val="99"/>
    <w:semiHidden/>
    <w:unhideWhenUsed/>
    <w:rsid w:val="00561CB5"/>
    <w:rPr>
      <w:color w:val="0000FF"/>
      <w:u w:val="single"/>
      <w:shd w:val="clear" w:color="auto" w:fill="F3F2F1"/>
      <w:lang w:val="cs-CZ"/>
    </w:rPr>
  </w:style>
  <w:style w:type="table" w:styleId="Jednoduchtabulka1">
    <w:name w:val="Table Simple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61CB5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61CB5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character" w:styleId="KdHTML">
    <w:name w:val="HTML Code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table" w:styleId="Moderntabulka">
    <w:name w:val="Table Contemporary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61CB5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61CB5"/>
    <w:rPr>
      <w:sz w:val="20"/>
      <w:lang w:val="cs-CZ"/>
    </w:rPr>
  </w:style>
  <w:style w:type="character" w:styleId="Nzevknihy">
    <w:name w:val="Book Title"/>
    <w:basedOn w:val="Standardnpsmoodstavce"/>
    <w:uiPriority w:val="36"/>
    <w:semiHidden/>
    <w:unhideWhenUsed/>
    <w:qFormat/>
    <w:rsid w:val="00561CB5"/>
    <w:rPr>
      <w:b/>
      <w:bCs/>
      <w:i/>
      <w:iCs/>
      <w:spacing w:val="5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1CB5"/>
    <w:rPr>
      <w:color w:val="605E5C"/>
      <w:shd w:val="clear" w:color="auto" w:fill="E1DFDD"/>
      <w:lang w:val="cs-CZ"/>
    </w:rPr>
  </w:style>
  <w:style w:type="paragraph" w:styleId="Normlnweb">
    <w:name w:val="Normal (Web)"/>
    <w:basedOn w:val="Normln"/>
    <w:uiPriority w:val="99"/>
    <w:semiHidden/>
    <w:unhideWhenUsed/>
    <w:rsid w:val="00561CB5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561CB5"/>
    <w:pPr>
      <w:ind w:left="708"/>
    </w:pPr>
  </w:style>
  <w:style w:type="character" w:styleId="Odkazintenzivn">
    <w:name w:val="Intense Reference"/>
    <w:basedOn w:val="Standardnpsmoodstavce"/>
    <w:uiPriority w:val="36"/>
    <w:semiHidden/>
    <w:unhideWhenUsed/>
    <w:qFormat/>
    <w:rsid w:val="00561CB5"/>
    <w:rPr>
      <w:b/>
      <w:bCs/>
      <w:smallCaps/>
      <w:color w:val="DDDDDD" w:themeColor="accent1"/>
      <w:spacing w:val="5"/>
      <w:lang w:val="cs-CZ"/>
    </w:rPr>
  </w:style>
  <w:style w:type="character" w:styleId="Odkazjemn">
    <w:name w:val="Subtle Reference"/>
    <w:basedOn w:val="Standardnpsmoodstavce"/>
    <w:uiPriority w:val="36"/>
    <w:semiHidden/>
    <w:unhideWhenUsed/>
    <w:qFormat/>
    <w:rsid w:val="00561CB5"/>
    <w:rPr>
      <w:smallCaps/>
      <w:color w:val="FFFFFF" w:themeColor="text1" w:themeTint="A5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1CB5"/>
    <w:rPr>
      <w:sz w:val="16"/>
      <w:szCs w:val="16"/>
      <w:lang w:val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Odstavecseseznamem">
    <w:name w:val="List Paragraph"/>
    <w:basedOn w:val="Normln"/>
    <w:uiPriority w:val="36"/>
    <w:unhideWhenUsed/>
    <w:qFormat/>
    <w:rsid w:val="00561CB5"/>
    <w:pPr>
      <w:ind w:left="720"/>
      <w:contextualSpacing/>
    </w:pPr>
  </w:style>
  <w:style w:type="paragraph" w:styleId="Osloven">
    <w:name w:val="Salutation"/>
    <w:basedOn w:val="Normln"/>
    <w:next w:val="Normln"/>
    <w:link w:val="OslovenChar"/>
    <w:uiPriority w:val="33"/>
    <w:rsid w:val="00760E91"/>
    <w:pPr>
      <w:spacing w:before="260"/>
    </w:pPr>
  </w:style>
  <w:style w:type="character" w:customStyle="1" w:styleId="OslovenChar">
    <w:name w:val="Oslovení Char"/>
    <w:basedOn w:val="Standardnpsmoodstavce"/>
    <w:link w:val="Osloven"/>
    <w:uiPriority w:val="33"/>
    <w:rsid w:val="00760E91"/>
    <w:rPr>
      <w:spacing w:val="-1"/>
      <w:sz w:val="19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61CB5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61CB5"/>
    <w:rPr>
      <w:sz w:val="20"/>
      <w:lang w:val="cs-CZ"/>
    </w:rPr>
  </w:style>
  <w:style w:type="table" w:styleId="Profesionlntabulka">
    <w:name w:val="Table Professional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Prosttabulka1">
    <w:name w:val="Plain Table 1"/>
    <w:basedOn w:val="Normlntabulka"/>
    <w:uiPriority w:val="41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61CB5"/>
    <w:rPr>
      <w:rFonts w:ascii="Consolas" w:hAnsi="Consolas"/>
      <w:sz w:val="21"/>
      <w:szCs w:val="21"/>
      <w:lang w:val="cs-CZ"/>
    </w:rPr>
  </w:style>
  <w:style w:type="paragraph" w:styleId="Textkomente">
    <w:name w:val="annotation text"/>
    <w:basedOn w:val="Normln"/>
    <w:link w:val="TextkomenteChar"/>
    <w:uiPriority w:val="99"/>
    <w:unhideWhenUsed/>
    <w:rsid w:val="00561CB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61CB5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C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CB5"/>
    <w:rPr>
      <w:b/>
      <w:bCs/>
      <w:sz w:val="20"/>
      <w:szCs w:val="20"/>
      <w:lang w:val="cs-CZ"/>
    </w:rPr>
  </w:style>
  <w:style w:type="character" w:styleId="PsacstrojHTML">
    <w:name w:val="HTML Typewriter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800" w:hanging="20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61CB5"/>
    <w:rPr>
      <w:rFonts w:ascii="Segoe UI" w:hAnsi="Segoe UI" w:cs="Segoe UI"/>
      <w:sz w:val="16"/>
      <w:szCs w:val="16"/>
      <w:lang w:val="cs-CZ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61CB5"/>
    <w:pPr>
      <w:spacing w:after="0"/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561CB5"/>
    <w:pPr>
      <w:spacing w:after="0"/>
    </w:pPr>
  </w:style>
  <w:style w:type="character" w:styleId="Siln">
    <w:name w:val="Strong"/>
    <w:basedOn w:val="Standardnpsmoodstavce"/>
    <w:uiPriority w:val="20"/>
    <w:qFormat/>
    <w:rsid w:val="0008525C"/>
    <w:rPr>
      <w:rFonts w:asciiTheme="majorHAnsi" w:hAnsiTheme="majorHAnsi"/>
      <w:b w:val="0"/>
      <w:bCs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61CB5"/>
    <w:rPr>
      <w:color w:val="919191" w:themeColor="followedHyperlink"/>
      <w:u w:val="single"/>
      <w:lang w:val="cs-CZ"/>
    </w:rPr>
  </w:style>
  <w:style w:type="table" w:styleId="Sloupcetabulky1">
    <w:name w:val="Table Columns 1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">
    <w:name w:val="Medium Grid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  <w:insideV w:val="single" w:sz="8" w:space="0" w:color="FFFFFF" w:themeColor="text1" w:themeTint="BF"/>
      </w:tblBorders>
    </w:tblPr>
    <w:tcPr>
      <w:shd w:val="clear" w:color="auto" w:fill="FFFF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cPr>
      <w:shd w:val="clear" w:color="auto" w:fill="FFFFFF" w:themeFill="text1" w:themeFillTint="3F"/>
    </w:tcPr>
    <w:tblStylePr w:type="firstRow">
      <w:rPr>
        <w:b/>
        <w:bCs/>
        <w:color w:val="FFFFFF" w:themeColor="text1"/>
      </w:rPr>
      <w:tblPr/>
      <w:tcPr>
        <w:shd w:val="clear" w:color="auto" w:fill="FFFFFF" w:themeFill="tex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3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tcBorders>
          <w:insideH w:val="single" w:sz="6" w:space="0" w:color="FFFFFF" w:themeColor="text1"/>
          <w:insideV w:val="single" w:sz="6" w:space="0" w:color="FFFFFF" w:themeColor="text1"/>
        </w:tcBorders>
        <w:shd w:val="clear" w:color="auto" w:fill="FFFF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FFFFFF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FFFFFF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FFFFFF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FFFFFF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FFFFFF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DD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B2B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969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1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  <w:shd w:val="clear" w:color="auto" w:fill="FFFFFF" w:themeFill="text1" w:themeFillTint="3F"/>
      </w:tcPr>
    </w:tblStylePr>
    <w:tblStylePr w:type="band2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Svtlmkatabulky">
    <w:name w:val="Grid Table Light"/>
    <w:basedOn w:val="Normlntabulka"/>
    <w:uiPriority w:val="40"/>
    <w:rsid w:val="00561C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eznamu1">
    <w:name w:val="List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Svtlstnovn">
    <w:name w:val="Light Shading"/>
    <w:basedOn w:val="Normlntabulka"/>
    <w:uiPriority w:val="60"/>
    <w:semiHidden/>
    <w:unhideWhenUsed/>
    <w:rsid w:val="00561CB5"/>
    <w:pPr>
      <w:spacing w:after="0" w:line="240" w:lineRule="auto"/>
    </w:pPr>
    <w:rPr>
      <w:color w:val="BFBFBF" w:themeColor="text1" w:themeShade="BF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table" w:styleId="Svtlseznam">
    <w:name w:val="Light List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mkou2">
    <w:name w:val="Grid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text1" w:themeTint="99"/>
        <w:bottom w:val="single" w:sz="2" w:space="0" w:color="FFFFFF" w:themeColor="text1" w:themeTint="99"/>
        <w:insideH w:val="single" w:sz="2" w:space="0" w:color="FFFFFF" w:themeColor="text1" w:themeTint="99"/>
        <w:insideV w:val="single" w:sz="2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mkou3">
    <w:name w:val="Grid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561CB5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eznamu2">
    <w:name w:val="List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bottom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eznamu3">
    <w:name w:val="List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text1"/>
          <w:right w:val="single" w:sz="4" w:space="0" w:color="FFFFFF" w:themeColor="text1"/>
        </w:tcBorders>
      </w:tcPr>
    </w:tblStylePr>
    <w:tblStylePr w:type="band1Horz">
      <w:tblPr/>
      <w:tcPr>
        <w:tcBorders>
          <w:top w:val="single" w:sz="4" w:space="0" w:color="FFFFFF" w:themeColor="text1"/>
          <w:bottom w:val="single" w:sz="4" w:space="0" w:color="FFFFFF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text1"/>
          <w:left w:val="nil"/>
        </w:tcBorders>
      </w:tcPr>
    </w:tblStylePr>
    <w:tblStylePr w:type="swCell">
      <w:tblPr/>
      <w:tcPr>
        <w:tcBorders>
          <w:top w:val="double" w:sz="4" w:space="0" w:color="FFFFFF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CB5"/>
    <w:rPr>
      <w:rFonts w:ascii="Segoe UI" w:hAnsi="Segoe UI" w:cs="Segoe UI"/>
      <w:sz w:val="18"/>
      <w:szCs w:val="18"/>
      <w:lang w:val="cs-CZ"/>
    </w:rPr>
  </w:style>
  <w:style w:type="paragraph" w:styleId="Textmakra">
    <w:name w:val="macro"/>
    <w:link w:val="TextmakraChar"/>
    <w:uiPriority w:val="99"/>
    <w:semiHidden/>
    <w:unhideWhenUsed/>
    <w:rsid w:val="00561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1CB5"/>
    <w:rPr>
      <w:sz w:val="20"/>
      <w:szCs w:val="20"/>
      <w:lang w:val="cs-CZ"/>
    </w:rPr>
  </w:style>
  <w:style w:type="paragraph" w:styleId="Textvbloku">
    <w:name w:val="Block Text"/>
    <w:basedOn w:val="Normln"/>
    <w:uiPriority w:val="99"/>
    <w:semiHidden/>
    <w:unhideWhenUsed/>
    <w:rsid w:val="00561CB5"/>
    <w:pPr>
      <w:pBdr>
        <w:top w:val="single" w:sz="2" w:space="10" w:color="DDDDDD" w:themeColor="accent1"/>
        <w:left w:val="single" w:sz="2" w:space="10" w:color="DDDDDD" w:themeColor="accent1"/>
        <w:bottom w:val="single" w:sz="2" w:space="10" w:color="DDDDDD" w:themeColor="accent1"/>
        <w:right w:val="single" w:sz="2" w:space="10" w:color="DDDDDD" w:themeColor="accent1"/>
      </w:pBdr>
      <w:ind w:left="1152" w:right="1152"/>
    </w:pPr>
    <w:rPr>
      <w:rFonts w:eastAsiaTheme="minorEastAsia"/>
      <w:i/>
      <w:iCs/>
      <w:color w:val="DDDDD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1CB5"/>
    <w:rPr>
      <w:sz w:val="20"/>
      <w:szCs w:val="20"/>
      <w:lang w:val="cs-CZ"/>
    </w:rPr>
  </w:style>
  <w:style w:type="table" w:styleId="Tmavtabulkasmkou5">
    <w:name w:val="Grid Table 5 Dark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Tmavtabulkaseznamu5">
    <w:name w:val="List Table 5 Dark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text1"/>
        <w:left w:val="single" w:sz="24" w:space="0" w:color="FFFFFF" w:themeColor="text1"/>
        <w:bottom w:val="single" w:sz="24" w:space="0" w:color="FFFFFF" w:themeColor="text1"/>
        <w:right w:val="single" w:sz="24" w:space="0" w:color="FFFFFF" w:themeColor="text1"/>
      </w:tblBorders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character" w:styleId="UkzkaHTML">
    <w:name w:val="HTML Sample"/>
    <w:basedOn w:val="Standardnpsmoodstavce"/>
    <w:uiPriority w:val="99"/>
    <w:semiHidden/>
    <w:unhideWhenUsed/>
    <w:rsid w:val="00561CB5"/>
    <w:rPr>
      <w:rFonts w:ascii="Consolas" w:hAnsi="Consolas"/>
      <w:sz w:val="24"/>
      <w:szCs w:val="24"/>
      <w:lang w:val="cs-CZ"/>
    </w:rPr>
  </w:style>
  <w:style w:type="paragraph" w:styleId="Vrazncitt">
    <w:name w:val="Intense Quote"/>
    <w:basedOn w:val="Normln"/>
    <w:next w:val="Normln"/>
    <w:link w:val="VrazncittChar"/>
    <w:uiPriority w:val="36"/>
    <w:semiHidden/>
    <w:unhideWhenUsed/>
    <w:qFormat/>
    <w:rsid w:val="00561CB5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VrazncittChar">
    <w:name w:val="Výrazný citát Char"/>
    <w:basedOn w:val="Standardnpsmoodstavce"/>
    <w:link w:val="Vrazncitt"/>
    <w:uiPriority w:val="36"/>
    <w:semiHidden/>
    <w:rsid w:val="00D112DC"/>
    <w:rPr>
      <w:i/>
      <w:iCs/>
      <w:color w:val="DDDDDD" w:themeColor="accent1"/>
      <w:sz w:val="19"/>
    </w:rPr>
  </w:style>
  <w:style w:type="table" w:styleId="Webovtabulka1">
    <w:name w:val="Table Web 1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rsid w:val="00561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61CB5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1CB5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1CB5"/>
    <w:rPr>
      <w:sz w:val="20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61CB5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61CB5"/>
    <w:rPr>
      <w:sz w:val="20"/>
      <w:lang w:val="cs-CZ"/>
    </w:rPr>
  </w:style>
  <w:style w:type="paragraph" w:styleId="Zkladntextodsazen">
    <w:name w:val="Body Text Indent"/>
    <w:basedOn w:val="Normln"/>
    <w:link w:val="ZkladntextodsazenChar"/>
    <w:uiPriority w:val="16"/>
    <w:rsid w:val="00505C48"/>
    <w:pPr>
      <w:ind w:left="425"/>
    </w:pPr>
  </w:style>
  <w:style w:type="character" w:customStyle="1" w:styleId="ZkladntextodsazenChar">
    <w:name w:val="Základní text odsazený Char"/>
    <w:basedOn w:val="Standardnpsmoodstavce"/>
    <w:link w:val="Zkladntextodsazen"/>
    <w:uiPriority w:val="16"/>
    <w:rsid w:val="00505C48"/>
    <w:rPr>
      <w:sz w:val="20"/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61CB5"/>
    <w:pPr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61CB5"/>
    <w:rPr>
      <w:sz w:val="20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1CB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1CB5"/>
    <w:rPr>
      <w:sz w:val="20"/>
      <w:lang w:val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61CB5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61CB5"/>
    <w:rPr>
      <w:sz w:val="16"/>
      <w:szCs w:val="16"/>
      <w:lang w:val="cs-CZ"/>
    </w:rPr>
  </w:style>
  <w:style w:type="paragraph" w:styleId="Zkladntextodsazen2">
    <w:name w:val="Body Text Indent 2"/>
    <w:basedOn w:val="Normln"/>
    <w:link w:val="Zkladntextodsazen2Char"/>
    <w:uiPriority w:val="16"/>
    <w:rsid w:val="00505C48"/>
    <w:pPr>
      <w:ind w:left="851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16"/>
    <w:rsid w:val="00505C48"/>
    <w:rPr>
      <w:sz w:val="20"/>
      <w:lang w:val="cs-CZ"/>
    </w:rPr>
  </w:style>
  <w:style w:type="paragraph" w:styleId="Zkladntextodsazen3">
    <w:name w:val="Body Text Indent 3"/>
    <w:basedOn w:val="Normln"/>
    <w:link w:val="Zkladntextodsazen3Char"/>
    <w:uiPriority w:val="16"/>
    <w:rsid w:val="00505C48"/>
    <w:pPr>
      <w:ind w:left="1276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16"/>
    <w:rsid w:val="00505C48"/>
    <w:rPr>
      <w:sz w:val="20"/>
      <w:szCs w:val="16"/>
      <w:lang w:val="cs-CZ"/>
    </w:rPr>
  </w:style>
  <w:style w:type="character" w:styleId="Zstupntext">
    <w:name w:val="Placeholder Text"/>
    <w:basedOn w:val="Standardnpsmoodstavce"/>
    <w:uiPriority w:val="99"/>
    <w:semiHidden/>
    <w:rsid w:val="00561CB5"/>
    <w:rPr>
      <w:color w:val="808080"/>
      <w:lang w:val="cs-CZ"/>
    </w:rPr>
  </w:style>
  <w:style w:type="character" w:styleId="Zdraznn">
    <w:name w:val="Emphasis"/>
    <w:basedOn w:val="Standardnpsmoodstavce"/>
    <w:uiPriority w:val="21"/>
    <w:qFormat/>
    <w:rsid w:val="00561CB5"/>
    <w:rPr>
      <w:i/>
      <w:iCs/>
      <w:lang w:val="cs-CZ"/>
    </w:rPr>
  </w:style>
  <w:style w:type="character" w:customStyle="1" w:styleId="Zmnka1">
    <w:name w:val="Zmínka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Zptenadresanaoblku">
    <w:name w:val="envelope return"/>
    <w:basedOn w:val="Normln"/>
    <w:uiPriority w:val="99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Vc">
    <w:name w:val="Věc"/>
    <w:basedOn w:val="Normln"/>
    <w:next w:val="Normln"/>
    <w:link w:val="VcChar"/>
    <w:uiPriority w:val="32"/>
    <w:rsid w:val="004F1E12"/>
    <w:rPr>
      <w:rFonts w:ascii="Pepi SemiBold" w:hAnsi="Pepi SemiBold"/>
    </w:rPr>
  </w:style>
  <w:style w:type="character" w:customStyle="1" w:styleId="VcChar">
    <w:name w:val="Věc Char"/>
    <w:basedOn w:val="Standardnpsmoodstavce"/>
    <w:link w:val="Vc"/>
    <w:uiPriority w:val="32"/>
    <w:rsid w:val="004F1E12"/>
    <w:rPr>
      <w:rFonts w:ascii="Pepi SemiBold" w:hAnsi="Pepi SemiBold"/>
      <w:spacing w:val="-1"/>
      <w:sz w:val="19"/>
    </w:rPr>
  </w:style>
  <w:style w:type="paragraph" w:customStyle="1" w:styleId="lnek1">
    <w:name w:val="Článek 1"/>
    <w:basedOn w:val="Normln"/>
    <w:next w:val="lnek2"/>
    <w:link w:val="lnek1Char"/>
    <w:uiPriority w:val="2"/>
    <w:qFormat/>
    <w:rsid w:val="006149F1"/>
    <w:pPr>
      <w:numPr>
        <w:numId w:val="5"/>
      </w:numPr>
      <w:spacing w:before="480" w:after="360"/>
      <w:outlineLvl w:val="0"/>
    </w:pPr>
    <w:rPr>
      <w:rFonts w:asciiTheme="majorHAnsi" w:hAnsiTheme="majorHAnsi"/>
      <w:b/>
      <w:sz w:val="42"/>
    </w:rPr>
  </w:style>
  <w:style w:type="character" w:customStyle="1" w:styleId="lnek1Char">
    <w:name w:val="Článek 1 Char"/>
    <w:basedOn w:val="Standardnpsmoodstavce"/>
    <w:link w:val="lnek1"/>
    <w:uiPriority w:val="2"/>
    <w:rsid w:val="006149F1"/>
    <w:rPr>
      <w:rFonts w:asciiTheme="majorHAnsi" w:hAnsiTheme="majorHAnsi"/>
      <w:b/>
      <w:sz w:val="42"/>
    </w:rPr>
  </w:style>
  <w:style w:type="paragraph" w:customStyle="1" w:styleId="lnek2">
    <w:name w:val="Článek 2"/>
    <w:basedOn w:val="Normln"/>
    <w:link w:val="lnek2Char"/>
    <w:uiPriority w:val="2"/>
    <w:qFormat/>
    <w:rsid w:val="006149F1"/>
    <w:pPr>
      <w:numPr>
        <w:ilvl w:val="1"/>
        <w:numId w:val="5"/>
      </w:numPr>
      <w:spacing w:before="360"/>
      <w:outlineLvl w:val="1"/>
    </w:pPr>
    <w:rPr>
      <w:b/>
      <w:sz w:val="32"/>
    </w:rPr>
  </w:style>
  <w:style w:type="character" w:customStyle="1" w:styleId="lnek2Char">
    <w:name w:val="Článek 2 Char"/>
    <w:basedOn w:val="Standardnpsmoodstavce"/>
    <w:link w:val="lnek2"/>
    <w:uiPriority w:val="2"/>
    <w:rsid w:val="006149F1"/>
    <w:rPr>
      <w:b/>
      <w:sz w:val="32"/>
    </w:rPr>
  </w:style>
  <w:style w:type="paragraph" w:customStyle="1" w:styleId="lnek3">
    <w:name w:val="Článek 3"/>
    <w:basedOn w:val="Normln"/>
    <w:link w:val="lnek3Char"/>
    <w:uiPriority w:val="2"/>
    <w:qFormat/>
    <w:rsid w:val="006149F1"/>
    <w:pPr>
      <w:numPr>
        <w:ilvl w:val="2"/>
        <w:numId w:val="5"/>
      </w:numPr>
      <w:outlineLvl w:val="2"/>
    </w:pPr>
  </w:style>
  <w:style w:type="character" w:customStyle="1" w:styleId="lnek3Char">
    <w:name w:val="Článek 3 Char"/>
    <w:basedOn w:val="Standardnpsmoodstavce"/>
    <w:link w:val="lnek3"/>
    <w:uiPriority w:val="2"/>
    <w:rsid w:val="006149F1"/>
    <w:rPr>
      <w:sz w:val="18"/>
    </w:rPr>
  </w:style>
  <w:style w:type="paragraph" w:customStyle="1" w:styleId="lnek4">
    <w:name w:val="Článek 4"/>
    <w:basedOn w:val="Normln"/>
    <w:link w:val="lnek4Char"/>
    <w:uiPriority w:val="2"/>
    <w:qFormat/>
    <w:rsid w:val="006149F1"/>
    <w:pPr>
      <w:numPr>
        <w:ilvl w:val="3"/>
        <w:numId w:val="5"/>
      </w:numPr>
      <w:outlineLvl w:val="3"/>
    </w:pPr>
  </w:style>
  <w:style w:type="character" w:customStyle="1" w:styleId="lnek4Char">
    <w:name w:val="Článek 4 Char"/>
    <w:basedOn w:val="Standardnpsmoodstavce"/>
    <w:link w:val="lnek4"/>
    <w:uiPriority w:val="2"/>
    <w:rsid w:val="006149F1"/>
    <w:rPr>
      <w:sz w:val="18"/>
    </w:rPr>
  </w:style>
  <w:style w:type="paragraph" w:customStyle="1" w:styleId="lnek5">
    <w:name w:val="Článek 5"/>
    <w:basedOn w:val="Normln"/>
    <w:link w:val="lnek5Char"/>
    <w:uiPriority w:val="2"/>
    <w:qFormat/>
    <w:rsid w:val="006149F1"/>
    <w:pPr>
      <w:numPr>
        <w:ilvl w:val="4"/>
        <w:numId w:val="5"/>
      </w:numPr>
      <w:outlineLvl w:val="4"/>
    </w:pPr>
  </w:style>
  <w:style w:type="character" w:customStyle="1" w:styleId="lnek5Char">
    <w:name w:val="Článek 5 Char"/>
    <w:basedOn w:val="Standardnpsmoodstavce"/>
    <w:link w:val="lnek5"/>
    <w:uiPriority w:val="2"/>
    <w:rsid w:val="006149F1"/>
    <w:rPr>
      <w:sz w:val="18"/>
    </w:rPr>
  </w:style>
  <w:style w:type="paragraph" w:customStyle="1" w:styleId="Perex">
    <w:name w:val="Perex"/>
    <w:basedOn w:val="Normln"/>
    <w:next w:val="Normln"/>
    <w:link w:val="PerexChar"/>
    <w:uiPriority w:val="1"/>
    <w:qFormat/>
    <w:rsid w:val="0008574E"/>
    <w:pPr>
      <w:spacing w:after="360" w:line="360" w:lineRule="atLeast"/>
    </w:pPr>
    <w:rPr>
      <w:b/>
      <w:sz w:val="24"/>
    </w:rPr>
  </w:style>
  <w:style w:type="character" w:customStyle="1" w:styleId="PerexChar">
    <w:name w:val="Perex Char"/>
    <w:basedOn w:val="Standardnpsmoodstavce"/>
    <w:link w:val="Perex"/>
    <w:uiPriority w:val="1"/>
    <w:rsid w:val="00D624C9"/>
    <w:rPr>
      <w:b/>
      <w:sz w:val="24"/>
    </w:rPr>
  </w:style>
  <w:style w:type="paragraph" w:customStyle="1" w:styleId="Header2">
    <w:name w:val="Header 2"/>
    <w:basedOn w:val="Zhlav"/>
    <w:link w:val="Header2Char"/>
    <w:qFormat/>
    <w:rsid w:val="00946023"/>
    <w:rPr>
      <w:spacing w:val="-1"/>
    </w:rPr>
  </w:style>
  <w:style w:type="character" w:customStyle="1" w:styleId="Header2Char">
    <w:name w:val="Header 2 Char"/>
    <w:basedOn w:val="ZhlavChar"/>
    <w:link w:val="Header2"/>
    <w:rsid w:val="00946023"/>
    <w:rPr>
      <w:spacing w:val="-1"/>
      <w:sz w:val="15"/>
    </w:rPr>
  </w:style>
  <w:style w:type="paragraph" w:customStyle="1" w:styleId="NormalTab">
    <w:name w:val="Normal Tab"/>
    <w:basedOn w:val="Normln"/>
    <w:link w:val="NormalTabChar"/>
    <w:qFormat/>
    <w:rsid w:val="00946023"/>
    <w:pPr>
      <w:spacing w:after="60"/>
    </w:pPr>
  </w:style>
  <w:style w:type="character" w:customStyle="1" w:styleId="NormalTabChar">
    <w:name w:val="Normal Tab Char"/>
    <w:basedOn w:val="Standardnpsmoodstavce"/>
    <w:link w:val="NormalTab"/>
    <w:rsid w:val="00946023"/>
    <w:rPr>
      <w:sz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85E08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D77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kr-stredocesky.cz/profile_display_15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rchitektiprostoru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OneDrive\Plocha\chodov%20zad&#225;vac&#237;%20dokuemntace\_ARCHITEKTI_PROSTORU_Univerzalni_dokument.dotx" TargetMode="Externa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464B8-AA39-4D10-ACBD-47BFDC6A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_ARCHITEKTI_PROSTORU_Univerzalni_dokument</Template>
  <TotalTime>333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Kupilikova</dc:creator>
  <cp:keywords/>
  <dc:description/>
  <cp:lastModifiedBy>Karla Kupilikova</cp:lastModifiedBy>
  <cp:revision>67</cp:revision>
  <cp:lastPrinted>2025-05-28T10:35:00Z</cp:lastPrinted>
  <dcterms:created xsi:type="dcterms:W3CDTF">2024-02-27T15:22:00Z</dcterms:created>
  <dcterms:modified xsi:type="dcterms:W3CDTF">2025-09-26T13:31:00Z</dcterms:modified>
</cp:coreProperties>
</file>